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A8BC7" w14:textId="77777777" w:rsidR="004756CF" w:rsidRDefault="004756CF" w:rsidP="004756CF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Hlk12780394"/>
    </w:p>
    <w:p w14:paraId="187C037C" w14:textId="77777777" w:rsidR="004756CF" w:rsidRDefault="004756CF" w:rsidP="004756C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AC30C6" w14:textId="155ADFAE" w:rsidR="004756CF" w:rsidRPr="005C3706" w:rsidRDefault="004756CF" w:rsidP="004756CF">
      <w:pPr>
        <w:jc w:val="center"/>
        <w:rPr>
          <w:rFonts w:ascii="Times New Roman" w:hAnsi="Times New Roman"/>
          <w:b/>
          <w:sz w:val="24"/>
          <w:szCs w:val="24"/>
        </w:rPr>
      </w:pPr>
      <w:r w:rsidRPr="005C3706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b/>
          <w:sz w:val="24"/>
          <w:szCs w:val="24"/>
        </w:rPr>
        <w:t>2</w:t>
      </w:r>
    </w:p>
    <w:p w14:paraId="20D7DD6C" w14:textId="77777777" w:rsidR="004756CF" w:rsidRPr="005C3706" w:rsidRDefault="004756CF" w:rsidP="004756CF">
      <w:pPr>
        <w:jc w:val="center"/>
        <w:rPr>
          <w:rFonts w:ascii="Times New Roman" w:hAnsi="Times New Roman"/>
          <w:b/>
          <w:sz w:val="24"/>
          <w:szCs w:val="24"/>
        </w:rPr>
      </w:pPr>
      <w:r w:rsidRPr="005C3706">
        <w:rPr>
          <w:rFonts w:ascii="Times New Roman" w:hAnsi="Times New Roman"/>
          <w:b/>
          <w:sz w:val="24"/>
          <w:szCs w:val="24"/>
        </w:rPr>
        <w:t>к информационному сообщению</w:t>
      </w:r>
    </w:p>
    <w:p w14:paraId="069BEF65" w14:textId="77777777" w:rsidR="004756CF" w:rsidRDefault="004756CF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  <w:sectPr w:rsidR="004756CF" w:rsidSect="004756C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276" w:right="1077" w:bottom="1134" w:left="1985" w:header="567" w:footer="540" w:gutter="0"/>
          <w:pgNumType w:start="1"/>
          <w:cols w:num="2" w:space="708"/>
          <w:titlePg/>
          <w:docGrid w:linePitch="381"/>
        </w:sectPr>
      </w:pPr>
    </w:p>
    <w:p w14:paraId="68119A51" w14:textId="2CEC76F2" w:rsidR="004756CF" w:rsidRDefault="004756CF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</w:p>
    <w:p w14:paraId="052CAAEE" w14:textId="7FFB55A5" w:rsidR="00737315" w:rsidRDefault="007D12E9" w:rsidP="00737315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Договор </w:t>
      </w:r>
      <w:r w:rsidR="00737315">
        <w:rPr>
          <w:rFonts w:ascii="Times New Roman" w:hAnsi="Times New Roman"/>
          <w:spacing w:val="0"/>
          <w:sz w:val="22"/>
          <w:szCs w:val="22"/>
        </w:rPr>
        <w:t>№____</w:t>
      </w:r>
    </w:p>
    <w:p w14:paraId="22755816" w14:textId="77777777" w:rsidR="00680981" w:rsidRDefault="007D12E9" w:rsidP="00680981">
      <w:pPr>
        <w:pStyle w:val="1"/>
        <w:spacing w:before="0" w:after="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купли-продажи </w:t>
      </w:r>
      <w:r w:rsidR="00680981">
        <w:rPr>
          <w:rFonts w:ascii="Times New Roman" w:hAnsi="Times New Roman"/>
          <w:spacing w:val="0"/>
          <w:sz w:val="22"/>
          <w:szCs w:val="22"/>
        </w:rPr>
        <w:t>муниципального</w:t>
      </w:r>
      <w:r w:rsidRPr="005B5488">
        <w:rPr>
          <w:rFonts w:ascii="Times New Roman" w:hAnsi="Times New Roman"/>
          <w:spacing w:val="0"/>
          <w:sz w:val="22"/>
          <w:szCs w:val="22"/>
        </w:rPr>
        <w:t xml:space="preserve"> имущества </w:t>
      </w:r>
    </w:p>
    <w:p w14:paraId="1DA615C0" w14:textId="0AC0FC44" w:rsidR="007D12E9" w:rsidRDefault="00680981" w:rsidP="00680981">
      <w:pPr>
        <w:pStyle w:val="1"/>
        <w:spacing w:before="0" w:after="0"/>
        <w:rPr>
          <w:rFonts w:ascii="Times New Roman" w:hAnsi="Times New Roman"/>
          <w:spacing w:val="0"/>
          <w:sz w:val="22"/>
          <w:szCs w:val="22"/>
        </w:rPr>
      </w:pPr>
      <w:r>
        <w:rPr>
          <w:rFonts w:ascii="Times New Roman" w:hAnsi="Times New Roman"/>
          <w:spacing w:val="0"/>
          <w:sz w:val="22"/>
          <w:szCs w:val="22"/>
        </w:rPr>
        <w:t xml:space="preserve"> Килемарского муниципального района </w:t>
      </w:r>
      <w:r w:rsidR="007D12E9" w:rsidRPr="005B5488">
        <w:rPr>
          <w:rFonts w:ascii="Times New Roman" w:hAnsi="Times New Roman"/>
          <w:spacing w:val="0"/>
          <w:sz w:val="22"/>
          <w:szCs w:val="22"/>
        </w:rPr>
        <w:t xml:space="preserve">Республики Марий Эл </w:t>
      </w:r>
    </w:p>
    <w:p w14:paraId="079D1D74" w14:textId="77777777" w:rsidR="00776013" w:rsidRPr="00776013" w:rsidRDefault="00776013" w:rsidP="00776013"/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2"/>
      </w:tblGrid>
      <w:tr w:rsidR="007D12E9" w:rsidRPr="007D12E9" w14:paraId="1C5B8774" w14:textId="77777777" w:rsidTr="00675016">
        <w:tc>
          <w:tcPr>
            <w:tcW w:w="4498" w:type="dxa"/>
            <w:shd w:val="clear" w:color="auto" w:fill="auto"/>
          </w:tcPr>
          <w:p w14:paraId="317F8F2F" w14:textId="77777777" w:rsidR="007D12E9" w:rsidRPr="007D12E9" w:rsidRDefault="007D12E9" w:rsidP="000C6D5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г. Йошкар-Ола</w:t>
            </w:r>
          </w:p>
        </w:tc>
        <w:tc>
          <w:tcPr>
            <w:tcW w:w="4562" w:type="dxa"/>
            <w:shd w:val="clear" w:color="auto" w:fill="auto"/>
          </w:tcPr>
          <w:p w14:paraId="05A4BFB7" w14:textId="08A4BBA1" w:rsidR="007D12E9" w:rsidRPr="007D12E9" w:rsidRDefault="007D12E9" w:rsidP="00E865AF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«___»__________ 20</w:t>
            </w:r>
            <w:r w:rsidR="000F38DC">
              <w:rPr>
                <w:rFonts w:ascii="Times New Roman" w:hAnsi="Times New Roman"/>
                <w:sz w:val="22"/>
                <w:szCs w:val="22"/>
              </w:rPr>
              <w:t>2</w:t>
            </w:r>
            <w:r w:rsidR="00731D3C">
              <w:rPr>
                <w:rFonts w:ascii="Times New Roman" w:hAnsi="Times New Roman"/>
                <w:sz w:val="22"/>
                <w:szCs w:val="22"/>
              </w:rPr>
              <w:t>3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14:paraId="7E683AEA" w14:textId="77777777" w:rsidR="007D12E9" w:rsidRPr="007D12E9" w:rsidRDefault="007D12E9" w:rsidP="007D12E9">
      <w:pPr>
        <w:jc w:val="both"/>
        <w:rPr>
          <w:rFonts w:ascii="Times New Roman" w:hAnsi="Times New Roman"/>
          <w:sz w:val="22"/>
          <w:szCs w:val="22"/>
        </w:rPr>
      </w:pPr>
    </w:p>
    <w:p w14:paraId="0D1ECACB" w14:textId="0B6AAF20" w:rsidR="00680981" w:rsidRDefault="00680981" w:rsidP="00C36B87">
      <w:pPr>
        <w:ind w:firstLine="709"/>
        <w:jc w:val="both"/>
        <w:rPr>
          <w:rFonts w:ascii="Times New Roman" w:hAnsi="Times New Roman"/>
          <w:sz w:val="22"/>
          <w:szCs w:val="22"/>
        </w:rPr>
      </w:pPr>
      <w:proofErr w:type="gramStart"/>
      <w:r w:rsidRPr="00680981">
        <w:rPr>
          <w:rFonts w:ascii="Times New Roman" w:hAnsi="Times New Roman"/>
          <w:sz w:val="22"/>
          <w:szCs w:val="22"/>
        </w:rPr>
        <w:t xml:space="preserve">Администрация Килемарского муниципального района </w:t>
      </w:r>
      <w:r w:rsidR="00837951">
        <w:rPr>
          <w:rFonts w:ascii="Times New Roman" w:hAnsi="Times New Roman"/>
          <w:sz w:val="22"/>
          <w:szCs w:val="22"/>
        </w:rPr>
        <w:t>Республики Марий Эл, именуем</w:t>
      </w:r>
      <w:r>
        <w:rPr>
          <w:rFonts w:ascii="Times New Roman" w:hAnsi="Times New Roman"/>
          <w:sz w:val="22"/>
          <w:szCs w:val="22"/>
        </w:rPr>
        <w:t xml:space="preserve">ая </w:t>
      </w:r>
      <w:r w:rsidR="00837951" w:rsidRPr="007D12E9">
        <w:rPr>
          <w:rFonts w:ascii="Times New Roman" w:hAnsi="Times New Roman"/>
          <w:sz w:val="22"/>
          <w:szCs w:val="22"/>
        </w:rPr>
        <w:t xml:space="preserve">в дальнейшем «Продавец», в лице </w:t>
      </w:r>
      <w:r w:rsidR="00837951">
        <w:rPr>
          <w:rFonts w:ascii="Times New Roman" w:hAnsi="Times New Roman"/>
          <w:sz w:val="22"/>
          <w:szCs w:val="22"/>
        </w:rPr>
        <w:t>_</w:t>
      </w:r>
      <w:r>
        <w:rPr>
          <w:rFonts w:ascii="Times New Roman" w:hAnsi="Times New Roman"/>
          <w:sz w:val="22"/>
          <w:szCs w:val="22"/>
        </w:rPr>
        <w:t>_____________</w:t>
      </w:r>
      <w:r w:rsidR="00837951">
        <w:rPr>
          <w:rFonts w:ascii="Times New Roman" w:hAnsi="Times New Roman"/>
          <w:sz w:val="22"/>
          <w:szCs w:val="22"/>
        </w:rPr>
        <w:t>_________________</w:t>
      </w:r>
      <w:r w:rsidR="00837951" w:rsidRPr="007D12E9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837951" w:rsidRPr="007D12E9">
        <w:rPr>
          <w:rFonts w:ascii="Times New Roman" w:hAnsi="Times New Roman"/>
          <w:sz w:val="22"/>
          <w:szCs w:val="22"/>
        </w:rPr>
        <w:t>действующ</w:t>
      </w:r>
      <w:proofErr w:type="spellEnd"/>
      <w:r w:rsidR="00837951">
        <w:rPr>
          <w:rFonts w:ascii="Times New Roman" w:hAnsi="Times New Roman"/>
          <w:sz w:val="22"/>
          <w:szCs w:val="22"/>
        </w:rPr>
        <w:t>__</w:t>
      </w:r>
      <w:r w:rsidR="00837951" w:rsidRPr="007D12E9">
        <w:rPr>
          <w:rFonts w:ascii="Times New Roman" w:hAnsi="Times New Roman"/>
          <w:sz w:val="22"/>
          <w:szCs w:val="22"/>
        </w:rPr>
        <w:t xml:space="preserve"> на основании </w:t>
      </w:r>
      <w:r w:rsidR="00837951">
        <w:rPr>
          <w:rFonts w:ascii="Times New Roman" w:hAnsi="Times New Roman"/>
          <w:sz w:val="22"/>
          <w:szCs w:val="22"/>
        </w:rPr>
        <w:t>_______________________________________________________</w:t>
      </w:r>
      <w:r w:rsidR="00837951" w:rsidRPr="007D12E9">
        <w:rPr>
          <w:rFonts w:ascii="Times New Roman" w:hAnsi="Times New Roman"/>
          <w:sz w:val="22"/>
          <w:szCs w:val="22"/>
        </w:rPr>
        <w:t>,  с одной стороны, и ____________________________, именуем__ в дальнейшем «Покупатель», в лице ___________, действующ__ на основании _______, с другой стороны, совместно именуемые «Стороны», в соответствии с Федеральны</w:t>
      </w:r>
      <w:r w:rsidR="00837951">
        <w:rPr>
          <w:rFonts w:ascii="Times New Roman" w:hAnsi="Times New Roman"/>
          <w:sz w:val="22"/>
          <w:szCs w:val="22"/>
        </w:rPr>
        <w:t>м законом от 21 декабря 2001 г.</w:t>
      </w:r>
      <w:r>
        <w:rPr>
          <w:rFonts w:ascii="Times New Roman" w:hAnsi="Times New Roman"/>
          <w:sz w:val="22"/>
          <w:szCs w:val="22"/>
        </w:rPr>
        <w:t xml:space="preserve"> </w:t>
      </w:r>
      <w:r w:rsidR="00837951" w:rsidRPr="007D12E9">
        <w:rPr>
          <w:rFonts w:ascii="Times New Roman" w:hAnsi="Times New Roman"/>
          <w:sz w:val="22"/>
          <w:szCs w:val="22"/>
        </w:rPr>
        <w:t>№ 178-ФЗ «О приватизации государственного</w:t>
      </w:r>
      <w:r w:rsidR="00837951">
        <w:rPr>
          <w:rFonts w:ascii="Times New Roman" w:hAnsi="Times New Roman"/>
          <w:sz w:val="22"/>
          <w:szCs w:val="22"/>
        </w:rPr>
        <w:t xml:space="preserve"> </w:t>
      </w:r>
      <w:r w:rsidR="00837951" w:rsidRPr="007D12E9">
        <w:rPr>
          <w:rFonts w:ascii="Times New Roman" w:hAnsi="Times New Roman"/>
          <w:sz w:val="22"/>
          <w:szCs w:val="22"/>
        </w:rPr>
        <w:t xml:space="preserve">и муниципального имущества», </w:t>
      </w:r>
      <w:r w:rsidRPr="00C36B87">
        <w:rPr>
          <w:rFonts w:ascii="Times New Roman" w:hAnsi="Times New Roman"/>
          <w:sz w:val="22"/>
          <w:szCs w:val="22"/>
        </w:rPr>
        <w:t xml:space="preserve">решением </w:t>
      </w:r>
      <w:r w:rsidR="00C36B87" w:rsidRPr="00C36B87">
        <w:rPr>
          <w:rFonts w:ascii="Times New Roman" w:hAnsi="Times New Roman"/>
          <w:sz w:val="22"/>
          <w:szCs w:val="22"/>
        </w:rPr>
        <w:t>Собрания депутатов Килемарского муниципального района от 15</w:t>
      </w:r>
      <w:proofErr w:type="gramEnd"/>
      <w:r w:rsidR="00C36B87" w:rsidRPr="00C36B87">
        <w:rPr>
          <w:rFonts w:ascii="Times New Roman" w:hAnsi="Times New Roman"/>
          <w:sz w:val="22"/>
          <w:szCs w:val="22"/>
        </w:rPr>
        <w:t xml:space="preserve"> сентября </w:t>
      </w:r>
      <w:r w:rsidR="00C36B87" w:rsidRPr="00C36B87">
        <w:rPr>
          <w:rFonts w:ascii="Times New Roman" w:hAnsi="Times New Roman"/>
          <w:sz w:val="22"/>
          <w:szCs w:val="22"/>
        </w:rPr>
        <w:t xml:space="preserve">                 </w:t>
      </w:r>
      <w:r w:rsidR="00C36B87" w:rsidRPr="00C36B87">
        <w:rPr>
          <w:rFonts w:ascii="Times New Roman" w:hAnsi="Times New Roman"/>
          <w:sz w:val="22"/>
          <w:szCs w:val="22"/>
        </w:rPr>
        <w:t>2021 года №</w:t>
      </w:r>
      <w:r w:rsidR="00C36B87" w:rsidRPr="00C36B87">
        <w:rPr>
          <w:rFonts w:ascii="Times New Roman" w:hAnsi="Times New Roman"/>
          <w:sz w:val="22"/>
          <w:szCs w:val="22"/>
        </w:rPr>
        <w:t xml:space="preserve"> </w:t>
      </w:r>
      <w:r w:rsidR="00C36B87" w:rsidRPr="00C36B87">
        <w:rPr>
          <w:rFonts w:ascii="Times New Roman" w:hAnsi="Times New Roman"/>
          <w:sz w:val="22"/>
          <w:szCs w:val="22"/>
        </w:rPr>
        <w:t>142 «Об утверждении Прогнозного плана приватизации имущества Килемарского муниципального района на 2022 г.» (с изменениями   от 30.01.2023г. № 238,</w:t>
      </w:r>
      <w:r w:rsidR="00C36B87" w:rsidRPr="00C36B87">
        <w:rPr>
          <w:rFonts w:ascii="Times New Roman" w:hAnsi="Times New Roman"/>
          <w:sz w:val="22"/>
          <w:szCs w:val="22"/>
        </w:rPr>
        <w:t xml:space="preserve">      от 22.03.2023г. № 245), </w:t>
      </w:r>
      <w:r w:rsidR="00C36B87" w:rsidRPr="00C36B87">
        <w:rPr>
          <w:rFonts w:ascii="Times New Roman" w:hAnsi="Times New Roman"/>
          <w:sz w:val="22"/>
          <w:szCs w:val="22"/>
        </w:rPr>
        <w:t>постановление</w:t>
      </w:r>
      <w:r w:rsidR="00C36B87" w:rsidRPr="00C36B87">
        <w:rPr>
          <w:rFonts w:ascii="Times New Roman" w:hAnsi="Times New Roman"/>
          <w:sz w:val="22"/>
          <w:szCs w:val="22"/>
        </w:rPr>
        <w:t>м</w:t>
      </w:r>
      <w:r w:rsidR="00C36B87" w:rsidRPr="00C36B87">
        <w:rPr>
          <w:rFonts w:ascii="Times New Roman" w:hAnsi="Times New Roman"/>
          <w:sz w:val="22"/>
          <w:szCs w:val="22"/>
        </w:rPr>
        <w:t xml:space="preserve"> </w:t>
      </w:r>
      <w:r w:rsidR="00C36B87" w:rsidRPr="00C36B87">
        <w:rPr>
          <w:rFonts w:ascii="Times New Roman" w:hAnsi="Times New Roman"/>
          <w:sz w:val="22"/>
          <w:szCs w:val="22"/>
        </w:rPr>
        <w:t>а</w:t>
      </w:r>
      <w:r w:rsidR="00C36B87" w:rsidRPr="00C36B87">
        <w:rPr>
          <w:rFonts w:ascii="Times New Roman" w:hAnsi="Times New Roman"/>
          <w:sz w:val="22"/>
          <w:szCs w:val="22"/>
        </w:rPr>
        <w:t>дминистрации Килемарского муниципального района  Республики Марий Эл от 2 мая 2023 г. № 157 «Об условиях приватизации муниципального имущества Килемарского муниципального района»;</w:t>
      </w:r>
      <w:r w:rsidR="00C36B87" w:rsidRPr="00C36B87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C36B87" w:rsidRPr="00C36B87">
        <w:rPr>
          <w:rFonts w:ascii="Times New Roman" w:hAnsi="Times New Roman"/>
          <w:sz w:val="22"/>
          <w:szCs w:val="22"/>
        </w:rPr>
        <w:t>постановление</w:t>
      </w:r>
      <w:r w:rsidR="00C36B87" w:rsidRPr="00C36B87">
        <w:rPr>
          <w:rFonts w:ascii="Times New Roman" w:hAnsi="Times New Roman"/>
          <w:sz w:val="22"/>
          <w:szCs w:val="22"/>
        </w:rPr>
        <w:t>м</w:t>
      </w:r>
      <w:r w:rsidR="00C36B87" w:rsidRPr="00C36B87">
        <w:rPr>
          <w:rFonts w:ascii="Times New Roman" w:hAnsi="Times New Roman"/>
          <w:sz w:val="22"/>
          <w:szCs w:val="22"/>
        </w:rPr>
        <w:t xml:space="preserve"> </w:t>
      </w:r>
      <w:r w:rsidR="00C36B87" w:rsidRPr="00C36B87">
        <w:rPr>
          <w:rFonts w:ascii="Times New Roman" w:hAnsi="Times New Roman"/>
          <w:sz w:val="22"/>
          <w:szCs w:val="22"/>
        </w:rPr>
        <w:t>а</w:t>
      </w:r>
      <w:r w:rsidR="00C36B87" w:rsidRPr="00C36B87">
        <w:rPr>
          <w:rFonts w:ascii="Times New Roman" w:hAnsi="Times New Roman"/>
          <w:sz w:val="22"/>
          <w:szCs w:val="22"/>
        </w:rPr>
        <w:t>дминистрации Килемарского муниципального района от 3 мая 2023 г. № 158 «О проведении аукциона в электронной форме по продаже муниципального имущества Килемарского муниципального района»</w:t>
      </w:r>
      <w:r w:rsidRPr="00C36B87">
        <w:rPr>
          <w:rFonts w:ascii="Times New Roman" w:hAnsi="Times New Roman"/>
          <w:sz w:val="22"/>
          <w:szCs w:val="22"/>
        </w:rPr>
        <w:t xml:space="preserve">,  на основании протокола об итогах аукциона в электронной форме по продаже муниципального имущества Килемарского муниципального района </w:t>
      </w:r>
      <w:r w:rsidR="00837951">
        <w:rPr>
          <w:rFonts w:ascii="Times New Roman" w:hAnsi="Times New Roman"/>
          <w:sz w:val="22"/>
          <w:szCs w:val="22"/>
        </w:rPr>
        <w:t>(далее - Аукцион)</w:t>
      </w:r>
      <w:r w:rsidR="00837951" w:rsidRPr="007D12E9">
        <w:rPr>
          <w:rFonts w:ascii="Times New Roman" w:hAnsi="Times New Roman"/>
          <w:sz w:val="22"/>
          <w:szCs w:val="22"/>
        </w:rPr>
        <w:t>, от</w:t>
      </w:r>
      <w:r w:rsidR="00837951" w:rsidRPr="007D12E9">
        <w:rPr>
          <w:rFonts w:ascii="Times New Roman" w:hAnsi="Times New Roman"/>
          <w:noProof/>
          <w:sz w:val="22"/>
          <w:szCs w:val="22"/>
        </w:rPr>
        <w:t xml:space="preserve"> «___» _______ </w:t>
      </w:r>
      <w:r w:rsidR="00837951" w:rsidRPr="007D12E9">
        <w:rPr>
          <w:rFonts w:ascii="Times New Roman" w:hAnsi="Times New Roman"/>
          <w:sz w:val="22"/>
          <w:szCs w:val="22"/>
        </w:rPr>
        <w:t>20</w:t>
      </w:r>
      <w:r w:rsidR="00837951">
        <w:rPr>
          <w:rFonts w:ascii="Times New Roman" w:hAnsi="Times New Roman"/>
          <w:sz w:val="22"/>
          <w:szCs w:val="22"/>
        </w:rPr>
        <w:t>2</w:t>
      </w:r>
      <w:r w:rsidR="00D61E64">
        <w:rPr>
          <w:rFonts w:ascii="Times New Roman" w:hAnsi="Times New Roman"/>
          <w:sz w:val="22"/>
          <w:szCs w:val="22"/>
        </w:rPr>
        <w:t>_</w:t>
      </w:r>
      <w:r w:rsidR="00837951" w:rsidRPr="007D12E9">
        <w:rPr>
          <w:rFonts w:ascii="Times New Roman" w:hAnsi="Times New Roman"/>
          <w:sz w:val="22"/>
          <w:szCs w:val="22"/>
        </w:rPr>
        <w:t> г.</w:t>
      </w:r>
      <w:r w:rsidR="00837951" w:rsidRPr="007D12E9">
        <w:rPr>
          <w:rFonts w:ascii="Times New Roman" w:hAnsi="Times New Roman"/>
          <w:noProof/>
          <w:sz w:val="22"/>
          <w:szCs w:val="22"/>
        </w:rPr>
        <w:t xml:space="preserve"> </w:t>
      </w:r>
      <w:r w:rsidRPr="00680981">
        <w:rPr>
          <w:rFonts w:ascii="Times New Roman" w:hAnsi="Times New Roman"/>
          <w:sz w:val="22"/>
          <w:szCs w:val="22"/>
        </w:rPr>
        <w:t>заключили настоящий Договор купли-продажи муниципального имущества Килемарского муниципального района (далее – Договор) о нижеследующем:</w:t>
      </w:r>
      <w:proofErr w:type="gramEnd"/>
    </w:p>
    <w:p w14:paraId="1417FEA1" w14:textId="7156789A" w:rsidR="007D12E9" w:rsidRDefault="007D12E9" w:rsidP="00680981">
      <w:pPr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Предмет Договора</w:t>
      </w:r>
    </w:p>
    <w:p w14:paraId="1D5DA841" w14:textId="77777777" w:rsidR="00680981" w:rsidRPr="006B685F" w:rsidRDefault="00680981" w:rsidP="00680981">
      <w:pPr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14:paraId="331AE59F" w14:textId="336E3EA2" w:rsidR="00A555F0" w:rsidRPr="006B685F" w:rsidRDefault="007D12E9" w:rsidP="00A555F0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 xml:space="preserve">1.1. По настоящему Договору Продавец обязуется передать в собственность Покупателя, а Покупатель принять и оплатить </w:t>
      </w:r>
      <w:r w:rsidR="00680981">
        <w:rPr>
          <w:rFonts w:ascii="Times New Roman" w:hAnsi="Times New Roman"/>
          <w:sz w:val="22"/>
          <w:szCs w:val="22"/>
        </w:rPr>
        <w:t>муниципальное</w:t>
      </w:r>
      <w:r w:rsidR="00680981" w:rsidRPr="006B685F">
        <w:rPr>
          <w:rFonts w:ascii="Times New Roman" w:hAnsi="Times New Roman"/>
          <w:sz w:val="22"/>
          <w:szCs w:val="22"/>
        </w:rPr>
        <w:t xml:space="preserve"> имущество </w:t>
      </w:r>
      <w:r w:rsidR="00680981">
        <w:rPr>
          <w:rFonts w:ascii="Times New Roman" w:hAnsi="Times New Roman"/>
          <w:sz w:val="22"/>
          <w:szCs w:val="22"/>
        </w:rPr>
        <w:t>Килемарского муниципального района</w:t>
      </w:r>
      <w:r w:rsidR="002E4129">
        <w:rPr>
          <w:rFonts w:ascii="Times New Roman" w:hAnsi="Times New Roman"/>
          <w:sz w:val="22"/>
          <w:szCs w:val="22"/>
        </w:rPr>
        <w:t xml:space="preserve">: </w:t>
      </w:r>
    </w:p>
    <w:p w14:paraId="208B178F" w14:textId="77777777" w:rsidR="00A555F0" w:rsidRPr="00A555F0" w:rsidRDefault="00A555F0" w:rsidP="00A555F0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A555F0">
        <w:rPr>
          <w:rFonts w:ascii="Times New Roman" w:hAnsi="Times New Roman"/>
          <w:sz w:val="22"/>
          <w:szCs w:val="22"/>
        </w:rPr>
        <w:t xml:space="preserve">Земельный участок, категория земель - земли населенных пунктов, </w:t>
      </w:r>
    </w:p>
    <w:p w14:paraId="13139168" w14:textId="77777777" w:rsidR="00A555F0" w:rsidRPr="00A555F0" w:rsidRDefault="00A555F0" w:rsidP="00A555F0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A555F0">
        <w:rPr>
          <w:rFonts w:ascii="Times New Roman" w:hAnsi="Times New Roman"/>
          <w:sz w:val="22"/>
          <w:szCs w:val="22"/>
        </w:rPr>
        <w:t>вид разрешенного использования – для размещения детского сада с игровыми площадками, площадь - 1155 кв. м, кадастровый номер 12:03:8701001:353, местоположение: Республика Марий Эл, Килемарский район, д. Широкундыш,  переулок Школьный, д. 2 ,с расположенным на нем объектом недвижимости:</w:t>
      </w:r>
    </w:p>
    <w:p w14:paraId="411A58D5" w14:textId="2ACEC1A4" w:rsidR="00A555F0" w:rsidRDefault="00A555F0" w:rsidP="00A555F0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A555F0">
        <w:rPr>
          <w:rFonts w:ascii="Times New Roman" w:hAnsi="Times New Roman"/>
          <w:sz w:val="22"/>
          <w:szCs w:val="22"/>
        </w:rPr>
        <w:t>нежилое здание, назначение - нежилое, площадь – 177,7 кв. м, 1-этажное, кадастровый номер 12:03:8701001:295, местоположение: Республика Марий Эл, Килемарский район, д. Широкундыш,  переулок Школьный, д. 2</w:t>
      </w:r>
      <w:r>
        <w:rPr>
          <w:rFonts w:ascii="Times New Roman" w:hAnsi="Times New Roman"/>
          <w:sz w:val="22"/>
          <w:szCs w:val="22"/>
        </w:rPr>
        <w:t xml:space="preserve"> </w:t>
      </w:r>
      <w:r w:rsidRPr="006B685F">
        <w:rPr>
          <w:rFonts w:ascii="Times New Roman" w:hAnsi="Times New Roman"/>
          <w:sz w:val="22"/>
          <w:szCs w:val="22"/>
        </w:rPr>
        <w:t xml:space="preserve">(далее </w:t>
      </w:r>
      <w:r>
        <w:rPr>
          <w:rFonts w:ascii="Times New Roman" w:hAnsi="Times New Roman"/>
          <w:sz w:val="22"/>
          <w:szCs w:val="22"/>
        </w:rPr>
        <w:t>-</w:t>
      </w:r>
      <w:r w:rsidRPr="006B685F">
        <w:rPr>
          <w:rFonts w:ascii="Times New Roman" w:hAnsi="Times New Roman"/>
          <w:sz w:val="22"/>
          <w:szCs w:val="22"/>
        </w:rPr>
        <w:t xml:space="preserve"> Имущество).</w:t>
      </w:r>
    </w:p>
    <w:p w14:paraId="15E028C9" w14:textId="00C528B1" w:rsidR="00C36B87" w:rsidRPr="00C36B87" w:rsidRDefault="00A555F0" w:rsidP="00C36B87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C36B87">
        <w:rPr>
          <w:rFonts w:ascii="Times New Roman" w:hAnsi="Times New Roman"/>
          <w:sz w:val="22"/>
          <w:szCs w:val="22"/>
        </w:rPr>
        <w:t xml:space="preserve">1.2. </w:t>
      </w:r>
      <w:r w:rsidR="00C36B87" w:rsidRPr="00C36B87">
        <w:rPr>
          <w:rFonts w:ascii="Times New Roman" w:hAnsi="Times New Roman"/>
          <w:sz w:val="22"/>
          <w:szCs w:val="22"/>
        </w:rPr>
        <w:t xml:space="preserve">Право собственности Килемарского муниципального района Республики        Марий Эл на вышеуказанный земельный участок зарегистрировано, о чем в Едином государственном реестре недвижимости 02.05.2023 г. сделана запись регистрации </w:t>
      </w:r>
      <w:r w:rsidR="00C36B87" w:rsidRPr="00C36B87">
        <w:rPr>
          <w:rFonts w:ascii="Times New Roman" w:hAnsi="Times New Roman"/>
          <w:sz w:val="22"/>
          <w:szCs w:val="22"/>
        </w:rPr>
        <w:t xml:space="preserve">                         </w:t>
      </w:r>
      <w:r w:rsidR="00C36B87" w:rsidRPr="00C36B87">
        <w:rPr>
          <w:rFonts w:ascii="Times New Roman" w:hAnsi="Times New Roman"/>
          <w:sz w:val="22"/>
          <w:szCs w:val="22"/>
        </w:rPr>
        <w:t xml:space="preserve"> № 12:03:8701001:353-12/035/2023-2.</w:t>
      </w:r>
    </w:p>
    <w:p w14:paraId="5A022D8C" w14:textId="49F5DAD5" w:rsidR="00C36B87" w:rsidRPr="00C36B87" w:rsidRDefault="00C36B87" w:rsidP="00C36B87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C36B87">
        <w:rPr>
          <w:rFonts w:ascii="Times New Roman" w:hAnsi="Times New Roman"/>
          <w:sz w:val="22"/>
          <w:szCs w:val="22"/>
        </w:rPr>
        <w:t xml:space="preserve">Право собственности Килемарского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02.02.2023 г. сделана запись регистрации </w:t>
      </w:r>
      <w:r w:rsidRPr="00C36B87">
        <w:rPr>
          <w:rFonts w:ascii="Times New Roman" w:hAnsi="Times New Roman"/>
          <w:sz w:val="22"/>
          <w:szCs w:val="22"/>
        </w:rPr>
        <w:t xml:space="preserve">            </w:t>
      </w:r>
      <w:r w:rsidRPr="00C36B87">
        <w:rPr>
          <w:rFonts w:ascii="Times New Roman" w:hAnsi="Times New Roman"/>
          <w:sz w:val="22"/>
          <w:szCs w:val="22"/>
        </w:rPr>
        <w:t xml:space="preserve">              № 12:03:8701001:295-12/061/2023-1.</w:t>
      </w:r>
    </w:p>
    <w:p w14:paraId="7AE66D88" w14:textId="209A2802" w:rsidR="008F42EF" w:rsidRDefault="00A45BBB" w:rsidP="00C36B87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FB40E3">
        <w:rPr>
          <w:rFonts w:ascii="Times New Roman" w:hAnsi="Times New Roman"/>
          <w:sz w:val="22"/>
          <w:szCs w:val="22"/>
        </w:rPr>
        <w:t>1.3. </w:t>
      </w:r>
      <w:r w:rsidR="009C2F8D" w:rsidRPr="00735376">
        <w:rPr>
          <w:rFonts w:ascii="Times New Roman" w:hAnsi="Times New Roman"/>
          <w:sz w:val="22"/>
          <w:szCs w:val="22"/>
        </w:rPr>
        <w:t>Ограничение, обременение имущества: на момент заключения Договора Имущество в споре или под арестом не состои</w:t>
      </w:r>
      <w:r w:rsidR="008F42EF">
        <w:rPr>
          <w:rFonts w:ascii="Times New Roman" w:hAnsi="Times New Roman"/>
          <w:sz w:val="22"/>
          <w:szCs w:val="22"/>
        </w:rPr>
        <w:t>т, не является предметом залога.</w:t>
      </w:r>
    </w:p>
    <w:p w14:paraId="5B1B17C8" w14:textId="78B1098A" w:rsidR="002E4129" w:rsidRDefault="00486F6E" w:rsidP="00B95AD8">
      <w:pPr>
        <w:spacing w:after="240"/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14:paraId="1E25C745" w14:textId="77777777" w:rsidR="00267C8A" w:rsidRDefault="00267C8A" w:rsidP="00B95AD8">
      <w:pPr>
        <w:spacing w:after="240"/>
        <w:ind w:firstLine="709"/>
        <w:jc w:val="both"/>
        <w:rPr>
          <w:rFonts w:ascii="Times New Roman" w:hAnsi="Times New Roman"/>
          <w:sz w:val="22"/>
          <w:szCs w:val="22"/>
        </w:rPr>
      </w:pPr>
    </w:p>
    <w:p w14:paraId="059318E4" w14:textId="77777777" w:rsidR="007D12E9" w:rsidRPr="00DD27D6" w:rsidRDefault="007D12E9" w:rsidP="00DD27D6">
      <w:pPr>
        <w:pStyle w:val="af4"/>
        <w:numPr>
          <w:ilvl w:val="0"/>
          <w:numId w:val="5"/>
        </w:numPr>
        <w:jc w:val="center"/>
        <w:rPr>
          <w:rFonts w:ascii="Times New Roman" w:hAnsi="Times New Roman"/>
          <w:b/>
          <w:sz w:val="22"/>
          <w:szCs w:val="22"/>
        </w:rPr>
      </w:pPr>
      <w:r w:rsidRPr="00DD27D6">
        <w:rPr>
          <w:rFonts w:ascii="Times New Roman" w:hAnsi="Times New Roman"/>
          <w:b/>
          <w:sz w:val="22"/>
          <w:szCs w:val="22"/>
        </w:rPr>
        <w:t>Оплата Имущества</w:t>
      </w:r>
    </w:p>
    <w:p w14:paraId="517F9D8D" w14:textId="684B3340" w:rsidR="007D12E9" w:rsidRPr="006B685F" w:rsidRDefault="007D12E9" w:rsidP="008657D1">
      <w:pPr>
        <w:spacing w:before="240"/>
        <w:ind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 xml:space="preserve">2.1. Установленная по итогам </w:t>
      </w:r>
      <w:r w:rsidR="00A53E4A">
        <w:rPr>
          <w:rFonts w:ascii="Times New Roman" w:hAnsi="Times New Roman"/>
          <w:sz w:val="22"/>
          <w:szCs w:val="22"/>
        </w:rPr>
        <w:t>аукциона (п</w:t>
      </w:r>
      <w:r w:rsidR="00FA72B6">
        <w:rPr>
          <w:rFonts w:ascii="Times New Roman" w:hAnsi="Times New Roman"/>
          <w:sz w:val="22"/>
          <w:szCs w:val="22"/>
        </w:rPr>
        <w:t>родажи</w:t>
      </w:r>
      <w:r w:rsidR="00A53E4A">
        <w:rPr>
          <w:rFonts w:ascii="Times New Roman" w:hAnsi="Times New Roman"/>
          <w:sz w:val="22"/>
          <w:szCs w:val="22"/>
        </w:rPr>
        <w:t>)</w:t>
      </w:r>
      <w:r w:rsidR="00B94ED9">
        <w:rPr>
          <w:rFonts w:ascii="Times New Roman" w:hAnsi="Times New Roman"/>
          <w:sz w:val="22"/>
          <w:szCs w:val="22"/>
        </w:rPr>
        <w:t xml:space="preserve"> </w:t>
      </w:r>
      <w:r w:rsidRPr="006B685F">
        <w:rPr>
          <w:rFonts w:ascii="Times New Roman" w:hAnsi="Times New Roman"/>
          <w:sz w:val="22"/>
          <w:szCs w:val="22"/>
        </w:rPr>
        <w:t>цена Имущества составляет</w:t>
      </w:r>
      <w:proofErr w:type="gramStart"/>
      <w:r w:rsidRPr="006B685F">
        <w:rPr>
          <w:rFonts w:ascii="Times New Roman" w:hAnsi="Times New Roman"/>
          <w:sz w:val="22"/>
          <w:szCs w:val="22"/>
        </w:rPr>
        <w:t xml:space="preserve"> ______________</w:t>
      </w:r>
      <w:r w:rsidR="00F72BE3">
        <w:rPr>
          <w:rFonts w:ascii="Times New Roman" w:hAnsi="Times New Roman"/>
          <w:sz w:val="22"/>
          <w:szCs w:val="22"/>
        </w:rPr>
        <w:t xml:space="preserve"> </w:t>
      </w:r>
      <w:r w:rsidR="00787347" w:rsidRPr="006B685F">
        <w:rPr>
          <w:rFonts w:ascii="Times New Roman" w:hAnsi="Times New Roman"/>
          <w:sz w:val="22"/>
          <w:szCs w:val="22"/>
        </w:rPr>
        <w:t>(_______)</w:t>
      </w:r>
      <w:r w:rsidRPr="006B685F">
        <w:rPr>
          <w:rFonts w:ascii="Times New Roman" w:hAnsi="Times New Roman"/>
          <w:sz w:val="22"/>
          <w:szCs w:val="22"/>
        </w:rPr>
        <w:t xml:space="preserve"> </w:t>
      </w:r>
      <w:proofErr w:type="gramEnd"/>
      <w:r w:rsidRPr="006B685F">
        <w:rPr>
          <w:rFonts w:ascii="Times New Roman" w:hAnsi="Times New Roman"/>
          <w:sz w:val="22"/>
          <w:szCs w:val="22"/>
        </w:rPr>
        <w:t xml:space="preserve">рублей </w:t>
      </w:r>
      <w:r w:rsidR="00267C8A">
        <w:rPr>
          <w:rFonts w:ascii="Times New Roman" w:hAnsi="Times New Roman"/>
          <w:sz w:val="22"/>
          <w:szCs w:val="22"/>
        </w:rPr>
        <w:t>без</w:t>
      </w:r>
      <w:r w:rsidRPr="006B685F">
        <w:rPr>
          <w:rFonts w:ascii="Times New Roman" w:hAnsi="Times New Roman"/>
          <w:sz w:val="22"/>
          <w:szCs w:val="22"/>
        </w:rPr>
        <w:t xml:space="preserve"> НДС</w:t>
      </w:r>
      <w:r w:rsidR="00787347" w:rsidRPr="006B685F">
        <w:rPr>
          <w:rFonts w:ascii="Times New Roman" w:hAnsi="Times New Roman"/>
          <w:sz w:val="22"/>
          <w:szCs w:val="22"/>
        </w:rPr>
        <w:t>, в том числе</w:t>
      </w:r>
      <w:r w:rsidRPr="006B685F">
        <w:rPr>
          <w:rFonts w:ascii="Times New Roman" w:hAnsi="Times New Roman"/>
          <w:sz w:val="22"/>
          <w:szCs w:val="22"/>
        </w:rPr>
        <w:t>:</w:t>
      </w:r>
    </w:p>
    <w:p w14:paraId="27CC021E" w14:textId="77777777" w:rsidR="007D12E9" w:rsidRPr="006B685F" w:rsidRDefault="007D12E9" w:rsidP="007D12E9">
      <w:pPr>
        <w:numPr>
          <w:ilvl w:val="0"/>
          <w:numId w:val="4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земельный участок – __________ (_______) рублей;</w:t>
      </w:r>
    </w:p>
    <w:p w14:paraId="5879EED8" w14:textId="3E3EBE8B" w:rsidR="007D12E9" w:rsidRPr="006B685F" w:rsidRDefault="00A45BBB" w:rsidP="007D12E9">
      <w:pPr>
        <w:numPr>
          <w:ilvl w:val="0"/>
          <w:numId w:val="4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объект недвижимого имущества</w:t>
      </w:r>
      <w:proofErr w:type="gramStart"/>
      <w:r w:rsidR="007D12E9" w:rsidRPr="006B685F">
        <w:rPr>
          <w:rFonts w:ascii="Times New Roman" w:hAnsi="Times New Roman"/>
          <w:sz w:val="22"/>
          <w:szCs w:val="22"/>
        </w:rPr>
        <w:t xml:space="preserve"> – ___________ (_______)</w:t>
      </w:r>
      <w:r w:rsidR="007D12E9" w:rsidRPr="006B685F">
        <w:rPr>
          <w:rFonts w:ascii="Times New Roman" w:hAnsi="Times New Roman"/>
          <w:color w:val="FF00FF"/>
          <w:sz w:val="22"/>
          <w:szCs w:val="22"/>
        </w:rPr>
        <w:t xml:space="preserve"> </w:t>
      </w:r>
      <w:proofErr w:type="gramEnd"/>
      <w:r w:rsidR="007D12E9" w:rsidRPr="006B685F">
        <w:rPr>
          <w:rFonts w:ascii="Times New Roman" w:hAnsi="Times New Roman"/>
          <w:sz w:val="22"/>
          <w:szCs w:val="22"/>
        </w:rPr>
        <w:t xml:space="preserve">рублей </w:t>
      </w:r>
      <w:r w:rsidR="00267C8A">
        <w:rPr>
          <w:rFonts w:ascii="Times New Roman" w:hAnsi="Times New Roman"/>
          <w:sz w:val="22"/>
          <w:szCs w:val="22"/>
        </w:rPr>
        <w:t>без</w:t>
      </w:r>
      <w:r w:rsidR="007D12E9" w:rsidRPr="006B685F">
        <w:rPr>
          <w:rFonts w:ascii="Times New Roman" w:hAnsi="Times New Roman"/>
          <w:sz w:val="22"/>
          <w:szCs w:val="22"/>
        </w:rPr>
        <w:t xml:space="preserve"> НДС.</w:t>
      </w:r>
    </w:p>
    <w:p w14:paraId="62B16A5D" w14:textId="77777777" w:rsidR="00267C8A" w:rsidRPr="00267C8A" w:rsidRDefault="007D12E9" w:rsidP="00267C8A">
      <w:pPr>
        <w:ind w:firstLine="720"/>
        <w:jc w:val="both"/>
        <w:rPr>
          <w:rFonts w:ascii="Times New Roman" w:hAnsi="Times New Roman"/>
          <w:spacing w:val="-6"/>
          <w:sz w:val="22"/>
          <w:szCs w:val="22"/>
        </w:rPr>
      </w:pPr>
      <w:r w:rsidRPr="007B1FEC">
        <w:rPr>
          <w:rFonts w:ascii="Times New Roman" w:hAnsi="Times New Roman"/>
          <w:sz w:val="22"/>
          <w:szCs w:val="22"/>
        </w:rPr>
        <w:t xml:space="preserve">2.2. </w:t>
      </w:r>
      <w:r w:rsidR="00E61A92" w:rsidRPr="007B1FEC">
        <w:rPr>
          <w:rFonts w:ascii="Times New Roman" w:hAnsi="Times New Roman"/>
          <w:sz w:val="22"/>
          <w:szCs w:val="22"/>
        </w:rPr>
        <w:t xml:space="preserve">Задаток в </w:t>
      </w:r>
      <w:r w:rsidR="00E61A92" w:rsidRPr="00267C8A">
        <w:rPr>
          <w:rFonts w:ascii="Times New Roman" w:hAnsi="Times New Roman"/>
          <w:sz w:val="22"/>
          <w:szCs w:val="22"/>
        </w:rPr>
        <w:t xml:space="preserve">сумме </w:t>
      </w:r>
      <w:r w:rsidR="00267C8A" w:rsidRPr="00267C8A">
        <w:rPr>
          <w:rFonts w:ascii="Times New Roman" w:hAnsi="Times New Roman"/>
          <w:spacing w:val="-6"/>
          <w:sz w:val="22"/>
          <w:szCs w:val="22"/>
        </w:rPr>
        <w:t xml:space="preserve">39 800,00 (тридцать девять восемьсот) рублей 00 копеек </w:t>
      </w:r>
    </w:p>
    <w:p w14:paraId="58CCCC47" w14:textId="4B4A5657" w:rsidR="007D12E9" w:rsidRPr="00C36B87" w:rsidRDefault="00267C8A" w:rsidP="00267C8A">
      <w:pPr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proofErr w:type="gramStart"/>
      <w:r w:rsidRPr="00267C8A">
        <w:rPr>
          <w:rFonts w:ascii="Times New Roman" w:hAnsi="Times New Roman"/>
          <w:spacing w:val="-6"/>
          <w:sz w:val="22"/>
          <w:szCs w:val="22"/>
        </w:rPr>
        <w:t>без НДС</w:t>
      </w:r>
      <w:r w:rsidRPr="00C36B87">
        <w:rPr>
          <w:rFonts w:ascii="Times New Roman" w:hAnsi="Times New Roman"/>
          <w:spacing w:val="-6"/>
          <w:sz w:val="22"/>
          <w:szCs w:val="22"/>
        </w:rPr>
        <w:t>.</w:t>
      </w:r>
      <w:r w:rsidR="00E61A92" w:rsidRPr="00C36B87">
        <w:rPr>
          <w:rFonts w:ascii="Times New Roman" w:hAnsi="Times New Roman"/>
          <w:sz w:val="22"/>
          <w:szCs w:val="22"/>
        </w:rPr>
        <w:t xml:space="preserve">, внесенный Покупателем для участия в </w:t>
      </w:r>
      <w:r w:rsidR="00E1100C" w:rsidRPr="00C36B87">
        <w:rPr>
          <w:rFonts w:ascii="Times New Roman" w:hAnsi="Times New Roman"/>
          <w:sz w:val="22"/>
          <w:szCs w:val="22"/>
        </w:rPr>
        <w:t>Аукционе по п</w:t>
      </w:r>
      <w:r w:rsidR="00FA72B6" w:rsidRPr="00C36B87">
        <w:rPr>
          <w:rFonts w:ascii="Times New Roman" w:hAnsi="Times New Roman"/>
          <w:sz w:val="22"/>
          <w:szCs w:val="22"/>
        </w:rPr>
        <w:t>родаже</w:t>
      </w:r>
      <w:r w:rsidR="00E61A92" w:rsidRPr="00C36B87">
        <w:rPr>
          <w:rFonts w:ascii="Times New Roman" w:hAnsi="Times New Roman"/>
          <w:sz w:val="22"/>
          <w:szCs w:val="22"/>
        </w:rPr>
        <w:t xml:space="preserve"> </w:t>
      </w:r>
      <w:r w:rsidR="006F360F" w:rsidRPr="00C36B87">
        <w:rPr>
          <w:rFonts w:ascii="Times New Roman" w:hAnsi="Times New Roman"/>
          <w:sz w:val="22"/>
          <w:szCs w:val="22"/>
        </w:rPr>
        <w:t>Имущества, засчитывается</w:t>
      </w:r>
      <w:r w:rsidR="00F41E63" w:rsidRPr="00C36B87">
        <w:rPr>
          <w:rFonts w:ascii="Times New Roman" w:hAnsi="Times New Roman"/>
          <w:sz w:val="22"/>
          <w:szCs w:val="22"/>
        </w:rPr>
        <w:t xml:space="preserve"> </w:t>
      </w:r>
      <w:r w:rsidR="00E61A92" w:rsidRPr="00C36B87">
        <w:rPr>
          <w:rFonts w:ascii="Times New Roman" w:hAnsi="Times New Roman"/>
          <w:sz w:val="22"/>
          <w:szCs w:val="22"/>
        </w:rPr>
        <w:t>в счет оплаты Имущества.</w:t>
      </w:r>
      <w:proofErr w:type="gramEnd"/>
    </w:p>
    <w:p w14:paraId="43C5AAA4" w14:textId="77777777" w:rsidR="006F360F" w:rsidRPr="00C36B87" w:rsidRDefault="006F360F" w:rsidP="007D12E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2"/>
          <w:szCs w:val="22"/>
          <w:u w:val="single"/>
        </w:rPr>
      </w:pPr>
    </w:p>
    <w:bookmarkEnd w:id="0"/>
    <w:p w14:paraId="394F5E9F" w14:textId="77777777" w:rsidR="00071846" w:rsidRPr="000E71A0" w:rsidRDefault="00071846" w:rsidP="0007184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noProof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Для покупателей - юридических лиц применяются следующие пункты:</w:t>
      </w:r>
    </w:p>
    <w:p w14:paraId="34EDBD20" w14:textId="4907D16E" w:rsidR="00071846" w:rsidRPr="007D12E9" w:rsidRDefault="00071846" w:rsidP="0007184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noProof/>
          <w:sz w:val="22"/>
          <w:szCs w:val="22"/>
        </w:rPr>
        <w:t>2.3.</w:t>
      </w:r>
      <w:r w:rsidRPr="007D12E9">
        <w:rPr>
          <w:rFonts w:ascii="Times New Roman" w:hAnsi="Times New Roman"/>
          <w:sz w:val="22"/>
          <w:szCs w:val="22"/>
        </w:rPr>
        <w:t xml:space="preserve">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на добавленную стоимость</w:t>
      </w:r>
      <w:bookmarkStart w:id="1" w:name="_GoBack"/>
      <w:bookmarkEnd w:id="1"/>
      <w:r w:rsidRPr="007D12E9">
        <w:rPr>
          <w:rFonts w:ascii="Times New Roman" w:hAnsi="Times New Roman"/>
          <w:sz w:val="22"/>
          <w:szCs w:val="22"/>
        </w:rPr>
        <w:t xml:space="preserve"> </w:t>
      </w:r>
      <w:r w:rsidR="00787640">
        <w:rPr>
          <w:rFonts w:ascii="Times New Roman" w:hAnsi="Times New Roman"/>
          <w:sz w:val="22"/>
          <w:szCs w:val="22"/>
        </w:rPr>
        <w:t>на сумму</w:t>
      </w:r>
      <w:r w:rsidRPr="007D12E9">
        <w:rPr>
          <w:rFonts w:ascii="Times New Roman" w:hAnsi="Times New Roman"/>
          <w:sz w:val="22"/>
          <w:szCs w:val="22"/>
        </w:rPr>
        <w:t xml:space="preserve"> Имущества, указанной в пункте 2.1 настоящего Договора и уплатить его в бюджет.</w:t>
      </w:r>
    </w:p>
    <w:p w14:paraId="1F7D336B" w14:textId="6F8E180F" w:rsidR="00071846" w:rsidRPr="007D12E9" w:rsidRDefault="00071846" w:rsidP="0007184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Покупатель в течение 10 (Десяти) календарных дней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настоящего Договора, обязан перечислить денежные средства за Имущество за вычетом суммы задатка, указанной в пункте 2.2 настоящего Договора, согласно следующим реквизитам: </w:t>
      </w:r>
    </w:p>
    <w:p w14:paraId="0900EEF0" w14:textId="77777777" w:rsidR="00267C8A" w:rsidRPr="00267C8A" w:rsidRDefault="00267C8A" w:rsidP="00267C8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67C8A">
        <w:rPr>
          <w:rFonts w:ascii="Times New Roman" w:hAnsi="Times New Roman"/>
          <w:sz w:val="22"/>
          <w:szCs w:val="22"/>
        </w:rPr>
        <w:t>Получатель: УФК по Республике Марий Эл (Администрация Килемарского муниципального района, л/с 04083А03760);</w:t>
      </w:r>
    </w:p>
    <w:p w14:paraId="03DB23E4" w14:textId="77777777" w:rsidR="00267C8A" w:rsidRPr="00267C8A" w:rsidRDefault="00267C8A" w:rsidP="00267C8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67C8A">
        <w:rPr>
          <w:rFonts w:ascii="Times New Roman" w:hAnsi="Times New Roman"/>
          <w:sz w:val="22"/>
          <w:szCs w:val="22"/>
        </w:rPr>
        <w:t>ИНН- 1204000515 КПП -120401001;</w:t>
      </w:r>
    </w:p>
    <w:p w14:paraId="08FC85DF" w14:textId="77777777" w:rsidR="00267C8A" w:rsidRPr="00267C8A" w:rsidRDefault="00267C8A" w:rsidP="00267C8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67C8A">
        <w:rPr>
          <w:rFonts w:ascii="Times New Roman" w:hAnsi="Times New Roman"/>
          <w:sz w:val="22"/>
          <w:szCs w:val="22"/>
        </w:rPr>
        <w:t>Банк получателя: ОТДЕЛЕНИЕ – НБ РЕСПУБЛИКА МАРИЙ ЭЛ БАНКА РОССИИ//УФК по Республике Марий Эл г. Йошкар-Ола</w:t>
      </w:r>
    </w:p>
    <w:p w14:paraId="5AA87DA6" w14:textId="77777777" w:rsidR="00267C8A" w:rsidRPr="00267C8A" w:rsidRDefault="00267C8A" w:rsidP="00267C8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67C8A">
        <w:rPr>
          <w:rFonts w:ascii="Times New Roman" w:hAnsi="Times New Roman"/>
          <w:sz w:val="22"/>
          <w:szCs w:val="22"/>
        </w:rPr>
        <w:t xml:space="preserve">БИК ТОФК 018860003; </w:t>
      </w:r>
    </w:p>
    <w:p w14:paraId="0CE927A5" w14:textId="77777777" w:rsidR="00267C8A" w:rsidRPr="00267C8A" w:rsidRDefault="00267C8A" w:rsidP="00267C8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67C8A">
        <w:rPr>
          <w:rFonts w:ascii="Times New Roman" w:hAnsi="Times New Roman"/>
          <w:sz w:val="22"/>
          <w:szCs w:val="22"/>
        </w:rPr>
        <w:t>ОКТМО – 88616000;</w:t>
      </w:r>
    </w:p>
    <w:p w14:paraId="67A28C5A" w14:textId="77777777" w:rsidR="00267C8A" w:rsidRPr="00267C8A" w:rsidRDefault="00267C8A" w:rsidP="00267C8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67C8A">
        <w:rPr>
          <w:rFonts w:ascii="Times New Roman" w:hAnsi="Times New Roman"/>
          <w:sz w:val="22"/>
          <w:szCs w:val="22"/>
        </w:rPr>
        <w:t>Код бюджета 08030037</w:t>
      </w:r>
    </w:p>
    <w:p w14:paraId="61EF475D" w14:textId="77777777" w:rsidR="00267C8A" w:rsidRPr="00267C8A" w:rsidRDefault="00267C8A" w:rsidP="00267C8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67C8A">
        <w:rPr>
          <w:rFonts w:ascii="Times New Roman" w:hAnsi="Times New Roman"/>
          <w:sz w:val="22"/>
          <w:szCs w:val="22"/>
        </w:rPr>
        <w:t>Код по сводному реестру 883А0376</w:t>
      </w:r>
    </w:p>
    <w:p w14:paraId="33919F7D" w14:textId="77777777" w:rsidR="00267C8A" w:rsidRPr="00267C8A" w:rsidRDefault="00267C8A" w:rsidP="00267C8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67C8A">
        <w:rPr>
          <w:rFonts w:ascii="Times New Roman" w:hAnsi="Times New Roman"/>
          <w:sz w:val="22"/>
          <w:szCs w:val="22"/>
        </w:rPr>
        <w:t>Казначейский счет 03100643000000010800</w:t>
      </w:r>
    </w:p>
    <w:p w14:paraId="74A05D0B" w14:textId="77777777" w:rsidR="00267C8A" w:rsidRPr="00267C8A" w:rsidRDefault="00267C8A" w:rsidP="00267C8A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267C8A">
        <w:rPr>
          <w:rFonts w:ascii="Times New Roman" w:hAnsi="Times New Roman"/>
          <w:sz w:val="22"/>
          <w:szCs w:val="22"/>
        </w:rPr>
        <w:t>ЕКС 40102810545370000075</w:t>
      </w:r>
    </w:p>
    <w:p w14:paraId="13FED66A" w14:textId="77777777" w:rsidR="00FB2F60" w:rsidRPr="00FB2F60" w:rsidRDefault="00FB2F60" w:rsidP="00FB2F60">
      <w:pPr>
        <w:ind w:firstLine="720"/>
        <w:jc w:val="both"/>
        <w:rPr>
          <w:rFonts w:ascii="Times New Roman" w:hAnsi="Times New Roman"/>
          <w:color w:val="FF0000"/>
          <w:sz w:val="22"/>
          <w:szCs w:val="22"/>
        </w:rPr>
      </w:pPr>
      <w:r w:rsidRPr="00FB2F60">
        <w:rPr>
          <w:rFonts w:ascii="Times New Roman" w:hAnsi="Times New Roman"/>
          <w:color w:val="FF0000"/>
          <w:sz w:val="22"/>
          <w:szCs w:val="22"/>
        </w:rPr>
        <w:t>КБК, Код дохода: 903 1 14 02053 05 0000 410 - оплата за объект недвижимости по договору купли-продажи от «__»__ 2023 г. № __, указывается сумма платежа;</w:t>
      </w:r>
    </w:p>
    <w:p w14:paraId="32745DF3" w14:textId="77777777" w:rsidR="00FB2F60" w:rsidRPr="00FB2F60" w:rsidRDefault="00FB2F60" w:rsidP="00FB2F60">
      <w:pPr>
        <w:ind w:firstLine="720"/>
        <w:jc w:val="both"/>
        <w:rPr>
          <w:rFonts w:ascii="Times New Roman" w:hAnsi="Times New Roman"/>
          <w:color w:val="FF0000"/>
          <w:sz w:val="22"/>
          <w:szCs w:val="22"/>
        </w:rPr>
      </w:pPr>
      <w:r w:rsidRPr="00FB2F60">
        <w:rPr>
          <w:rFonts w:ascii="Times New Roman" w:hAnsi="Times New Roman"/>
          <w:color w:val="FF0000"/>
          <w:sz w:val="22"/>
          <w:szCs w:val="22"/>
        </w:rPr>
        <w:t>КБК, Код дохода: 903 1 14 06025 05 0000 430 – оплата за земельный участок</w:t>
      </w:r>
    </w:p>
    <w:p w14:paraId="34C48D31" w14:textId="77777777" w:rsidR="00FB2F60" w:rsidRDefault="00FB2F60" w:rsidP="00FB2F60">
      <w:pPr>
        <w:ind w:firstLine="720"/>
        <w:jc w:val="both"/>
        <w:rPr>
          <w:rFonts w:ascii="Times New Roman" w:hAnsi="Times New Roman"/>
          <w:color w:val="FF0000"/>
          <w:sz w:val="22"/>
          <w:szCs w:val="22"/>
        </w:rPr>
      </w:pPr>
      <w:r w:rsidRPr="00FB2F60">
        <w:rPr>
          <w:rFonts w:ascii="Times New Roman" w:hAnsi="Times New Roman"/>
          <w:color w:val="FF0000"/>
          <w:sz w:val="22"/>
          <w:szCs w:val="22"/>
        </w:rPr>
        <w:t>по договору купли-продажи от «__»__ 2023 г. № __, указывается сумма платежа.</w:t>
      </w:r>
    </w:p>
    <w:p w14:paraId="62DC4EA2" w14:textId="73696A7D" w:rsidR="00071846" w:rsidRPr="007D12E9" w:rsidRDefault="00071846" w:rsidP="00FB2F6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платежном поручении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>о наименовании Покупателя, Имущества, дате заключения настоящего Договора и сумме платежа.</w:t>
      </w:r>
    </w:p>
    <w:p w14:paraId="38C1939D" w14:textId="4BE74B04" w:rsidR="00071846" w:rsidRPr="007D12E9" w:rsidRDefault="00071846" w:rsidP="0007184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подтверждение внесения оплаты по настоящему Договору Покупатель в день оплаты представляет в </w:t>
      </w:r>
      <w:r w:rsidR="00E013A0" w:rsidRPr="00E013A0">
        <w:rPr>
          <w:rFonts w:ascii="Times New Roman" w:hAnsi="Times New Roman"/>
          <w:sz w:val="22"/>
          <w:szCs w:val="22"/>
        </w:rPr>
        <w:t>Администраци</w:t>
      </w:r>
      <w:r w:rsidR="00E013A0">
        <w:rPr>
          <w:rFonts w:ascii="Times New Roman" w:hAnsi="Times New Roman"/>
          <w:sz w:val="22"/>
          <w:szCs w:val="22"/>
        </w:rPr>
        <w:t>ю</w:t>
      </w:r>
      <w:r w:rsidR="00E013A0" w:rsidRPr="00E013A0">
        <w:rPr>
          <w:rFonts w:ascii="Times New Roman" w:hAnsi="Times New Roman"/>
          <w:sz w:val="22"/>
          <w:szCs w:val="22"/>
        </w:rPr>
        <w:t xml:space="preserve"> Килемарского муниципального район</w:t>
      </w:r>
      <w:r w:rsidR="00E013A0">
        <w:rPr>
          <w:rFonts w:ascii="Times New Roman" w:hAnsi="Times New Roman"/>
          <w:sz w:val="22"/>
          <w:szCs w:val="22"/>
        </w:rPr>
        <w:t xml:space="preserve">а </w:t>
      </w:r>
      <w:r w:rsidRPr="007D12E9">
        <w:rPr>
          <w:rFonts w:ascii="Times New Roman" w:hAnsi="Times New Roman"/>
          <w:sz w:val="22"/>
          <w:szCs w:val="22"/>
        </w:rPr>
        <w:t>Республики Марий Эл копии платежных документов с отметкой банка.</w:t>
      </w:r>
    </w:p>
    <w:p w14:paraId="7548C40D" w14:textId="07586CFA" w:rsidR="00071846" w:rsidRDefault="00071846" w:rsidP="0007184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2.5. Надлежащим исполнением обязанности Покупателя по оплате Имущества является поступление денежных средств </w:t>
      </w:r>
      <w:r>
        <w:rPr>
          <w:rFonts w:ascii="Times New Roman" w:hAnsi="Times New Roman"/>
          <w:sz w:val="22"/>
          <w:szCs w:val="22"/>
        </w:rPr>
        <w:t xml:space="preserve">на счет </w:t>
      </w:r>
      <w:r w:rsidRPr="007D12E9">
        <w:rPr>
          <w:rFonts w:ascii="Times New Roman" w:hAnsi="Times New Roman"/>
          <w:sz w:val="22"/>
          <w:szCs w:val="22"/>
        </w:rPr>
        <w:t>в УФК</w:t>
      </w:r>
      <w:r>
        <w:rPr>
          <w:rFonts w:ascii="Times New Roman" w:hAnsi="Times New Roman"/>
          <w:sz w:val="22"/>
          <w:szCs w:val="22"/>
        </w:rPr>
        <w:t xml:space="preserve"> по Республике Марий Эл в сумме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в срок, указанные в пункте 2.4 настоящего Договора.</w:t>
      </w:r>
    </w:p>
    <w:p w14:paraId="029D2C60" w14:textId="77777777" w:rsidR="00524CAB" w:rsidRDefault="00524CAB" w:rsidP="00071846">
      <w:pPr>
        <w:ind w:firstLine="720"/>
        <w:rPr>
          <w:rFonts w:ascii="Times New Roman" w:hAnsi="Times New Roman"/>
          <w:b/>
          <w:i/>
          <w:sz w:val="22"/>
          <w:szCs w:val="22"/>
          <w:u w:val="single"/>
        </w:rPr>
      </w:pPr>
    </w:p>
    <w:p w14:paraId="2FA2C367" w14:textId="77777777" w:rsidR="00071846" w:rsidRPr="007D12E9" w:rsidRDefault="00071846" w:rsidP="005A7BE3">
      <w:pPr>
        <w:widowControl w:val="0"/>
        <w:ind w:firstLine="720"/>
        <w:rPr>
          <w:rFonts w:ascii="Times New Roman" w:hAnsi="Times New Roman"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>Для покупателей физических лиц применяются следующие пункты:</w:t>
      </w:r>
      <w:r>
        <w:rPr>
          <w:rStyle w:val="af8"/>
          <w:rFonts w:ascii="Times New Roman" w:hAnsi="Times New Roman"/>
          <w:sz w:val="22"/>
          <w:szCs w:val="22"/>
          <w:u w:val="single"/>
        </w:rPr>
        <w:footnoteReference w:id="1"/>
      </w:r>
    </w:p>
    <w:p w14:paraId="122F0882" w14:textId="77777777" w:rsidR="00071846" w:rsidRPr="007D12E9" w:rsidRDefault="00071846" w:rsidP="005A7BE3">
      <w:pPr>
        <w:widowControl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14:paraId="298936B3" w14:textId="77777777" w:rsidR="00E013A0" w:rsidRPr="00E013A0" w:rsidRDefault="00E013A0" w:rsidP="00E013A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E013A0">
        <w:rPr>
          <w:rFonts w:ascii="Times New Roman" w:hAnsi="Times New Roman"/>
          <w:sz w:val="22"/>
          <w:szCs w:val="22"/>
        </w:rPr>
        <w:lastRenderedPageBreak/>
        <w:t>Получатель: УФК по Республике Марий Эл (Администрация Килемарского муниципального района, л/с 04083А03760);</w:t>
      </w:r>
    </w:p>
    <w:p w14:paraId="1004349E" w14:textId="77777777" w:rsidR="00E013A0" w:rsidRPr="00E013A0" w:rsidRDefault="00E013A0" w:rsidP="00E013A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E013A0">
        <w:rPr>
          <w:rFonts w:ascii="Times New Roman" w:hAnsi="Times New Roman"/>
          <w:sz w:val="22"/>
          <w:szCs w:val="22"/>
        </w:rPr>
        <w:t>ИНН- 1204000515 КПП -120401001;</w:t>
      </w:r>
    </w:p>
    <w:p w14:paraId="0C633EBC" w14:textId="77777777" w:rsidR="00E013A0" w:rsidRPr="00E013A0" w:rsidRDefault="00E013A0" w:rsidP="00E013A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E013A0">
        <w:rPr>
          <w:rFonts w:ascii="Times New Roman" w:hAnsi="Times New Roman"/>
          <w:sz w:val="22"/>
          <w:szCs w:val="22"/>
        </w:rPr>
        <w:t>Банк получателя: ОТДЕЛЕНИЕ – НБ РЕСПУБЛИКА МАРИЙ ЭЛ БАНКА РОССИИ//УФК по Республике Марий Эл г. Йошкар-Ола</w:t>
      </w:r>
    </w:p>
    <w:p w14:paraId="566A61A7" w14:textId="77777777" w:rsidR="00E013A0" w:rsidRPr="00E013A0" w:rsidRDefault="00E013A0" w:rsidP="00E013A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E013A0">
        <w:rPr>
          <w:rFonts w:ascii="Times New Roman" w:hAnsi="Times New Roman"/>
          <w:sz w:val="22"/>
          <w:szCs w:val="22"/>
        </w:rPr>
        <w:t xml:space="preserve">БИК ТОФК 018860003; </w:t>
      </w:r>
    </w:p>
    <w:p w14:paraId="4A3115B7" w14:textId="77777777" w:rsidR="00E013A0" w:rsidRPr="00E013A0" w:rsidRDefault="00E013A0" w:rsidP="00E013A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E013A0">
        <w:rPr>
          <w:rFonts w:ascii="Times New Roman" w:hAnsi="Times New Roman"/>
          <w:sz w:val="22"/>
          <w:szCs w:val="22"/>
        </w:rPr>
        <w:t>ОКТМО – 88616000;</w:t>
      </w:r>
    </w:p>
    <w:p w14:paraId="581AE359" w14:textId="77777777" w:rsidR="00E013A0" w:rsidRPr="00E013A0" w:rsidRDefault="00E013A0" w:rsidP="00E013A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E013A0">
        <w:rPr>
          <w:rFonts w:ascii="Times New Roman" w:hAnsi="Times New Roman"/>
          <w:sz w:val="22"/>
          <w:szCs w:val="22"/>
        </w:rPr>
        <w:t>Код бюджета 08030037</w:t>
      </w:r>
    </w:p>
    <w:p w14:paraId="1A90AD51" w14:textId="77777777" w:rsidR="00E013A0" w:rsidRPr="00E013A0" w:rsidRDefault="00E013A0" w:rsidP="00E013A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E013A0">
        <w:rPr>
          <w:rFonts w:ascii="Times New Roman" w:hAnsi="Times New Roman"/>
          <w:sz w:val="22"/>
          <w:szCs w:val="22"/>
        </w:rPr>
        <w:t>Код по сводному реестру 883А0376</w:t>
      </w:r>
    </w:p>
    <w:p w14:paraId="3B55CA0D" w14:textId="77777777" w:rsidR="00E013A0" w:rsidRPr="00E013A0" w:rsidRDefault="00E013A0" w:rsidP="00E013A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E013A0">
        <w:rPr>
          <w:rFonts w:ascii="Times New Roman" w:hAnsi="Times New Roman"/>
          <w:sz w:val="22"/>
          <w:szCs w:val="22"/>
        </w:rPr>
        <w:t>Казначейский счет 03100643000000010800</w:t>
      </w:r>
    </w:p>
    <w:p w14:paraId="65353574" w14:textId="77777777" w:rsidR="00E013A0" w:rsidRPr="00E013A0" w:rsidRDefault="00E013A0" w:rsidP="00E013A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E013A0">
        <w:rPr>
          <w:rFonts w:ascii="Times New Roman" w:hAnsi="Times New Roman"/>
          <w:sz w:val="22"/>
          <w:szCs w:val="22"/>
        </w:rPr>
        <w:t>ЕКС 40102810545370000075</w:t>
      </w:r>
    </w:p>
    <w:p w14:paraId="27D8DEA0" w14:textId="77777777" w:rsidR="00FB2F60" w:rsidRPr="00FB2F60" w:rsidRDefault="00FB2F60" w:rsidP="00FB2F60">
      <w:pPr>
        <w:ind w:firstLine="720"/>
        <w:jc w:val="both"/>
        <w:rPr>
          <w:rFonts w:ascii="Times New Roman" w:hAnsi="Times New Roman"/>
          <w:color w:val="FF0000"/>
          <w:sz w:val="22"/>
          <w:szCs w:val="22"/>
        </w:rPr>
      </w:pPr>
      <w:r w:rsidRPr="00FB2F60">
        <w:rPr>
          <w:rFonts w:ascii="Times New Roman" w:hAnsi="Times New Roman"/>
          <w:color w:val="FF0000"/>
          <w:sz w:val="22"/>
          <w:szCs w:val="22"/>
        </w:rPr>
        <w:t>КБК, Код дохода: 903 1 14 02053 05 0000 410 - оплата за объект недвижимости по договору купли-продажи от «__»__ 2023 г. № __, указывается сумма платежа;</w:t>
      </w:r>
    </w:p>
    <w:p w14:paraId="45E15E2A" w14:textId="77777777" w:rsidR="00FB2F60" w:rsidRPr="00FB2F60" w:rsidRDefault="00FB2F60" w:rsidP="00FB2F60">
      <w:pPr>
        <w:ind w:firstLine="720"/>
        <w:jc w:val="both"/>
        <w:rPr>
          <w:rFonts w:ascii="Times New Roman" w:hAnsi="Times New Roman"/>
          <w:color w:val="FF0000"/>
          <w:sz w:val="22"/>
          <w:szCs w:val="22"/>
        </w:rPr>
      </w:pPr>
      <w:r w:rsidRPr="00FB2F60">
        <w:rPr>
          <w:rFonts w:ascii="Times New Roman" w:hAnsi="Times New Roman"/>
          <w:color w:val="FF0000"/>
          <w:sz w:val="22"/>
          <w:szCs w:val="22"/>
        </w:rPr>
        <w:t>КБК, Код дохода: 903 1 14 06025 05 0000 430 – оплата за земельный участок</w:t>
      </w:r>
    </w:p>
    <w:p w14:paraId="2D26355F" w14:textId="77777777" w:rsidR="00FB2F60" w:rsidRDefault="00FB2F60" w:rsidP="00FB2F60">
      <w:pPr>
        <w:ind w:firstLine="720"/>
        <w:jc w:val="both"/>
        <w:rPr>
          <w:rFonts w:ascii="Times New Roman" w:hAnsi="Times New Roman"/>
          <w:color w:val="FF0000"/>
          <w:sz w:val="22"/>
          <w:szCs w:val="22"/>
        </w:rPr>
      </w:pPr>
      <w:r w:rsidRPr="00FB2F60">
        <w:rPr>
          <w:rFonts w:ascii="Times New Roman" w:hAnsi="Times New Roman"/>
          <w:color w:val="FF0000"/>
          <w:sz w:val="22"/>
          <w:szCs w:val="22"/>
        </w:rPr>
        <w:t>по договору купли-продажи от «__»__ 2023 г. № __, указывается сумма платежа.</w:t>
      </w:r>
    </w:p>
    <w:p w14:paraId="2ACF3006" w14:textId="2DDA5A59" w:rsidR="00071846" w:rsidRPr="007D12E9" w:rsidRDefault="00071846" w:rsidP="00FB2F60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платежном поручении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 xml:space="preserve">о наименовании Покупателя, Имущества, </w:t>
      </w:r>
      <w:r w:rsidRPr="00744EE4">
        <w:rPr>
          <w:rFonts w:ascii="Times New Roman" w:hAnsi="Times New Roman"/>
          <w:sz w:val="22"/>
          <w:szCs w:val="22"/>
        </w:rPr>
        <w:t xml:space="preserve">номере и </w:t>
      </w:r>
      <w:r w:rsidRPr="007D12E9">
        <w:rPr>
          <w:rFonts w:ascii="Times New Roman" w:hAnsi="Times New Roman"/>
          <w:sz w:val="22"/>
          <w:szCs w:val="22"/>
        </w:rPr>
        <w:t>дате</w:t>
      </w:r>
      <w:r>
        <w:rPr>
          <w:rFonts w:ascii="Times New Roman" w:hAnsi="Times New Roman"/>
          <w:sz w:val="22"/>
          <w:szCs w:val="22"/>
        </w:rPr>
        <w:t xml:space="preserve"> заключения настоящего Договора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сумме платежа.</w:t>
      </w:r>
    </w:p>
    <w:p w14:paraId="69721232" w14:textId="77777777" w:rsidR="00071846" w:rsidRPr="007D12E9" w:rsidRDefault="00071846" w:rsidP="00071846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в пункте 2.3 настоящего Договора.</w:t>
      </w:r>
    </w:p>
    <w:p w14:paraId="1B8D05F4" w14:textId="77777777" w:rsidR="007D12E9" w:rsidRPr="007D12E9" w:rsidRDefault="007D12E9" w:rsidP="00A5537E">
      <w:pPr>
        <w:spacing w:before="120" w:after="120"/>
        <w:jc w:val="center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3. Обязанности Сторон</w:t>
      </w:r>
    </w:p>
    <w:p w14:paraId="0C2A277A" w14:textId="77777777"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>3.1. Продавец обязан:</w:t>
      </w:r>
    </w:p>
    <w:p w14:paraId="483931E3" w14:textId="77777777"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 xml:space="preserve">- передать Покупателю Имущество по передаточному акту в течение </w:t>
      </w:r>
      <w:r w:rsidRPr="000D6122">
        <w:rPr>
          <w:rFonts w:ascii="Times New Roman" w:hAnsi="Times New Roman"/>
          <w:sz w:val="22"/>
          <w:szCs w:val="22"/>
        </w:rPr>
        <w:br/>
        <w:t>20 (двадцати)</w:t>
      </w:r>
      <w:r>
        <w:rPr>
          <w:rFonts w:ascii="Times New Roman" w:hAnsi="Times New Roman"/>
          <w:sz w:val="22"/>
          <w:szCs w:val="22"/>
        </w:rPr>
        <w:t xml:space="preserve"> календарных</w:t>
      </w:r>
      <w:r w:rsidRPr="000D61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Покупателем;</w:t>
      </w:r>
    </w:p>
    <w:p w14:paraId="553B9EA4" w14:textId="09BB94F0"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 xml:space="preserve">- направить в течение 5 рабочих дней с даты передачи Имущества Покупателю </w:t>
      </w:r>
      <w:r w:rsidRPr="000D6122">
        <w:rPr>
          <w:rFonts w:ascii="Times New Roman" w:hAnsi="Times New Roman"/>
          <w:sz w:val="22"/>
          <w:szCs w:val="22"/>
        </w:rPr>
        <w:br/>
        <w:t xml:space="preserve">в орган регистрации прав заявление о государственной регистрации права и прилагаемые </w:t>
      </w:r>
      <w:r w:rsidR="00B14E90">
        <w:rPr>
          <w:rFonts w:ascii="Times New Roman" w:hAnsi="Times New Roman"/>
          <w:sz w:val="22"/>
          <w:szCs w:val="22"/>
        </w:rPr>
        <w:br/>
      </w:r>
      <w:r w:rsidRPr="000D6122">
        <w:rPr>
          <w:rFonts w:ascii="Times New Roman" w:hAnsi="Times New Roman"/>
          <w:sz w:val="22"/>
          <w:szCs w:val="22"/>
        </w:rPr>
        <w:t xml:space="preserve">к нему документы на Имущество в порядке, установленном Федеральным законом </w:t>
      </w:r>
      <w:r w:rsidRPr="000D6122">
        <w:rPr>
          <w:rFonts w:ascii="Times New Roman" w:hAnsi="Times New Roman"/>
          <w:sz w:val="22"/>
          <w:szCs w:val="22"/>
        </w:rPr>
        <w:br/>
        <w:t>от 13.07.2015 № 218-ФЗ «О государственной регистрации недвижимости».</w:t>
      </w:r>
    </w:p>
    <w:p w14:paraId="6B41D6DD" w14:textId="77777777"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>3.2. Покупатель обязан:</w:t>
      </w:r>
    </w:p>
    <w:p w14:paraId="57DCBB98" w14:textId="77777777"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>- оплатить Имущество по цене и в порядке в соответствии с разделом 2 настоящего Договора;</w:t>
      </w:r>
    </w:p>
    <w:p w14:paraId="4A1591DB" w14:textId="77777777"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 xml:space="preserve">- принять указанное Имущество по передаточному акту в течение </w:t>
      </w:r>
      <w:r w:rsidRPr="000D6122">
        <w:rPr>
          <w:rFonts w:ascii="Times New Roman" w:hAnsi="Times New Roman"/>
          <w:sz w:val="22"/>
          <w:szCs w:val="22"/>
        </w:rPr>
        <w:br/>
        <w:t>20 (двадцати)</w:t>
      </w:r>
      <w:r>
        <w:rPr>
          <w:rFonts w:ascii="Times New Roman" w:hAnsi="Times New Roman"/>
          <w:sz w:val="22"/>
          <w:szCs w:val="22"/>
        </w:rPr>
        <w:t xml:space="preserve"> календарных</w:t>
      </w:r>
      <w:r w:rsidRPr="000D6122">
        <w:rPr>
          <w:rFonts w:ascii="Times New Roman" w:hAnsi="Times New Roman"/>
          <w:sz w:val="22"/>
          <w:szCs w:val="22"/>
        </w:rPr>
        <w:t xml:space="preserve"> дней после дня полной оплаты Имущества; </w:t>
      </w:r>
    </w:p>
    <w:p w14:paraId="38895E05" w14:textId="77777777" w:rsidR="000D6122" w:rsidRPr="000D6122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>- в срок не позднее 5</w:t>
      </w:r>
      <w:r w:rsidR="000A1D43">
        <w:rPr>
          <w:rFonts w:ascii="Times New Roman" w:hAnsi="Times New Roman"/>
          <w:sz w:val="22"/>
          <w:szCs w:val="22"/>
        </w:rPr>
        <w:t xml:space="preserve"> рабочих</w:t>
      </w:r>
      <w:r w:rsidRPr="000D6122">
        <w:rPr>
          <w:rFonts w:ascii="Times New Roman" w:hAnsi="Times New Roman"/>
          <w:sz w:val="22"/>
          <w:szCs w:val="22"/>
        </w:rPr>
        <w:t xml:space="preserve"> дней с даты принятия Имущества произвести оплату государственной пошлины за осуществление государственной регистрации права </w:t>
      </w:r>
      <w:r w:rsidRPr="000D6122">
        <w:rPr>
          <w:rFonts w:ascii="Times New Roman" w:hAnsi="Times New Roman"/>
          <w:sz w:val="22"/>
          <w:szCs w:val="22"/>
        </w:rPr>
        <w:br/>
        <w:t>на Имущество;</w:t>
      </w:r>
    </w:p>
    <w:p w14:paraId="08E8A908" w14:textId="77777777" w:rsidR="00CF6DB8" w:rsidRDefault="000D6122" w:rsidP="000D6122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D6122">
        <w:rPr>
          <w:rFonts w:ascii="Times New Roman" w:hAnsi="Times New Roman"/>
          <w:sz w:val="22"/>
          <w:szCs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14:paraId="60A948C2" w14:textId="77777777" w:rsidR="007D12E9" w:rsidRPr="007D12E9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4. Передача Имущества и переход права собственности на Имущество</w:t>
      </w:r>
    </w:p>
    <w:p w14:paraId="595924CC" w14:textId="5F76775A"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4.1. </w:t>
      </w:r>
      <w:r w:rsidR="00F73E22" w:rsidRPr="00F73E22">
        <w:rPr>
          <w:rFonts w:ascii="Times New Roman" w:hAnsi="Times New Roman"/>
          <w:sz w:val="22"/>
          <w:szCs w:val="22"/>
        </w:rPr>
        <w:t xml:space="preserve">Передача Имущества осуществляется на основании передаточного акта, подписанного </w:t>
      </w:r>
      <w:r w:rsidR="00E013A0">
        <w:rPr>
          <w:rFonts w:ascii="Times New Roman" w:hAnsi="Times New Roman"/>
          <w:sz w:val="22"/>
          <w:szCs w:val="22"/>
        </w:rPr>
        <w:t>администрацией Килемарского муниципального района</w:t>
      </w:r>
      <w:r w:rsidR="00F73E22" w:rsidRPr="00F73E22">
        <w:rPr>
          <w:rFonts w:ascii="Times New Roman" w:hAnsi="Times New Roman"/>
          <w:sz w:val="22"/>
          <w:szCs w:val="22"/>
        </w:rPr>
        <w:t xml:space="preserve"> Республики Марий Эл (передающая сторона) и Покупателем (принимающая сторона) в течение 20 (двадцати)</w:t>
      </w:r>
      <w:r w:rsidR="00F73E22">
        <w:rPr>
          <w:rFonts w:ascii="Times New Roman" w:hAnsi="Times New Roman"/>
          <w:sz w:val="22"/>
          <w:szCs w:val="22"/>
        </w:rPr>
        <w:t xml:space="preserve"> календарных</w:t>
      </w:r>
      <w:r w:rsidR="00F73E22" w:rsidRPr="00F73E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Покупателем.</w:t>
      </w:r>
    </w:p>
    <w:p w14:paraId="4BE59CA5" w14:textId="77777777" w:rsid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14:paraId="42B74D6B" w14:textId="77777777" w:rsidR="003802C2" w:rsidRPr="007D12E9" w:rsidRDefault="003802C2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4.3. Покупатель не вправе совершать любые сделки по отчуждению </w:t>
      </w:r>
      <w:r w:rsidR="00642642">
        <w:rPr>
          <w:rFonts w:ascii="Times New Roman" w:hAnsi="Times New Roman"/>
          <w:sz w:val="22"/>
          <w:szCs w:val="22"/>
        </w:rPr>
        <w:t>Имущества</w:t>
      </w:r>
      <w:r w:rsidR="00642642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до его полной оплаты и государственной регистрации </w:t>
      </w:r>
      <w:r w:rsidR="00642642" w:rsidRPr="00642642">
        <w:rPr>
          <w:rFonts w:ascii="Times New Roman" w:hAnsi="Times New Roman"/>
          <w:sz w:val="22"/>
          <w:szCs w:val="22"/>
        </w:rPr>
        <w:t>перехода права собственности</w:t>
      </w:r>
      <w:r w:rsidR="00642642">
        <w:rPr>
          <w:rFonts w:ascii="Times New Roman" w:hAnsi="Times New Roman"/>
          <w:sz w:val="22"/>
          <w:szCs w:val="22"/>
        </w:rPr>
        <w:t>.</w:t>
      </w:r>
    </w:p>
    <w:p w14:paraId="0D21D5CB" w14:textId="77777777"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 w:rsidR="00642642">
        <w:rPr>
          <w:rFonts w:ascii="Times New Roman" w:hAnsi="Times New Roman"/>
          <w:sz w:val="22"/>
          <w:szCs w:val="22"/>
        </w:rPr>
        <w:t>4</w:t>
      </w:r>
      <w:r w:rsidRPr="007D12E9">
        <w:rPr>
          <w:rFonts w:ascii="Times New Roman" w:hAnsi="Times New Roman"/>
          <w:sz w:val="22"/>
          <w:szCs w:val="22"/>
        </w:rPr>
        <w:t>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14:paraId="66139101" w14:textId="77777777"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 w:rsidR="00642642">
        <w:rPr>
          <w:rFonts w:ascii="Times New Roman" w:hAnsi="Times New Roman"/>
          <w:sz w:val="22"/>
          <w:szCs w:val="22"/>
        </w:rPr>
        <w:t>5</w:t>
      </w:r>
      <w:r w:rsidRPr="007D12E9">
        <w:rPr>
          <w:rFonts w:ascii="Times New Roman" w:hAnsi="Times New Roman"/>
          <w:sz w:val="22"/>
          <w:szCs w:val="22"/>
        </w:rPr>
        <w:t>. Все расходы, связанные с государственной регистрацией перехода права собственности на Имущество, несет Покупатель.</w:t>
      </w:r>
    </w:p>
    <w:p w14:paraId="17AEBF6A" w14:textId="77777777" w:rsidR="007D12E9" w:rsidRPr="007D12E9" w:rsidRDefault="007D12E9" w:rsidP="00837951">
      <w:pPr>
        <w:widowControl w:val="0"/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lastRenderedPageBreak/>
        <w:t>5. Ответственность сторон</w:t>
      </w:r>
    </w:p>
    <w:p w14:paraId="25F1F623" w14:textId="77777777" w:rsidR="007D12E9" w:rsidRDefault="007D12E9" w:rsidP="00837951">
      <w:pPr>
        <w:widowControl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5.1. За невыполнение или ненадлежащее выполнение своих обязательств </w:t>
      </w:r>
      <w:r w:rsidR="00675016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по настоящему Договору Стороны несут ответственность в соответствии </w:t>
      </w:r>
      <w:r w:rsidR="00675016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 законодательством Российской Федерации и настоящим Договором.</w:t>
      </w:r>
    </w:p>
    <w:p w14:paraId="4E7C7222" w14:textId="2162A201"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2</w:t>
      </w:r>
      <w:r w:rsidRPr="00355F07">
        <w:rPr>
          <w:rFonts w:ascii="Times New Roman" w:hAnsi="Times New Roman"/>
          <w:sz w:val="22"/>
          <w:szCs w:val="22"/>
        </w:rPr>
        <w:t xml:space="preserve">. В случае неисполнения и/или ненадлежащего исполнения Покупателем условий, предусмотренных </w:t>
      </w:r>
      <w:r w:rsidR="00F2299F">
        <w:rPr>
          <w:rFonts w:ascii="Times New Roman" w:hAnsi="Times New Roman"/>
          <w:sz w:val="22"/>
          <w:szCs w:val="22"/>
        </w:rPr>
        <w:t>разделом</w:t>
      </w:r>
      <w:r w:rsidRPr="00355F07">
        <w:rPr>
          <w:rFonts w:ascii="Times New Roman" w:hAnsi="Times New Roman"/>
          <w:sz w:val="22"/>
          <w:szCs w:val="22"/>
        </w:rPr>
        <w:t xml:space="preserve"> 2 Договора, Договор может быть расторгнут по соглашению сторон или в судебном порядке.</w:t>
      </w:r>
    </w:p>
    <w:p w14:paraId="17335EE4" w14:textId="77777777"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При этом:</w:t>
      </w:r>
    </w:p>
    <w:p w14:paraId="28CC10D2" w14:textId="3EC94C39" w:rsidR="00355F07" w:rsidRPr="00355F07" w:rsidRDefault="00355F07" w:rsidP="00355F0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 xml:space="preserve">- Имущество считается нереализованным и остается в </w:t>
      </w:r>
      <w:r w:rsidR="00F46DF3">
        <w:rPr>
          <w:rFonts w:ascii="Times New Roman" w:hAnsi="Times New Roman"/>
          <w:sz w:val="22"/>
          <w:szCs w:val="22"/>
        </w:rPr>
        <w:t xml:space="preserve">муниципальной </w:t>
      </w:r>
      <w:r w:rsidR="0064790C">
        <w:rPr>
          <w:rFonts w:ascii="Times New Roman" w:hAnsi="Times New Roman"/>
          <w:sz w:val="22"/>
          <w:szCs w:val="22"/>
        </w:rPr>
        <w:t>собственности.</w:t>
      </w:r>
    </w:p>
    <w:p w14:paraId="37AE0069" w14:textId="77777777" w:rsidR="000A1D43" w:rsidRPr="007D12E9" w:rsidRDefault="00355F07" w:rsidP="00086450">
      <w:pPr>
        <w:widowControl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- сумма задатка, уплаченная Покупателем за Имущество, не возвращается.</w:t>
      </w:r>
    </w:p>
    <w:p w14:paraId="295297DC" w14:textId="370FA663" w:rsidR="007D12E9" w:rsidRDefault="007D12E9" w:rsidP="00086450">
      <w:pPr>
        <w:widowControl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5.</w:t>
      </w:r>
      <w:r w:rsidR="000A1D43">
        <w:rPr>
          <w:rFonts w:ascii="Times New Roman" w:hAnsi="Times New Roman"/>
          <w:sz w:val="22"/>
          <w:szCs w:val="22"/>
        </w:rPr>
        <w:t>3</w:t>
      </w:r>
      <w:r w:rsidRPr="007D12E9">
        <w:rPr>
          <w:rFonts w:ascii="Times New Roman" w:hAnsi="Times New Roman"/>
          <w:sz w:val="22"/>
          <w:szCs w:val="22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 w:rsidR="00BD6381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день просрочки. </w:t>
      </w:r>
    </w:p>
    <w:p w14:paraId="609892FC" w14:textId="77777777" w:rsidR="007D12E9" w:rsidRPr="007D12E9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6. Заключительные положения</w:t>
      </w:r>
    </w:p>
    <w:p w14:paraId="584BB300" w14:textId="2B2B9647"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6.1. Настоящий Договор вступает в с</w:t>
      </w:r>
      <w:r w:rsidR="004E2E67">
        <w:rPr>
          <w:rFonts w:ascii="Times New Roman" w:hAnsi="Times New Roman"/>
          <w:sz w:val="22"/>
          <w:szCs w:val="22"/>
        </w:rPr>
        <w:t xml:space="preserve">илу с момента его подписания и </w:t>
      </w:r>
      <w:r w:rsidRPr="007D12E9">
        <w:rPr>
          <w:rFonts w:ascii="Times New Roman" w:hAnsi="Times New Roman"/>
          <w:sz w:val="22"/>
          <w:szCs w:val="22"/>
        </w:rPr>
        <w:t>прекращает свое действие:</w:t>
      </w:r>
    </w:p>
    <w:p w14:paraId="6B1EDE97" w14:textId="77777777" w:rsidR="007D12E9" w:rsidRPr="007D12E9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исполнением Сторонами своих обязательств по настоящему Договору;</w:t>
      </w:r>
    </w:p>
    <w:p w14:paraId="1A4E2DA9" w14:textId="77777777" w:rsidR="007D12E9" w:rsidRPr="007D12E9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по иным основаниям, предусмотренным действующим законодательством Российской Федерации.</w:t>
      </w:r>
    </w:p>
    <w:p w14:paraId="443A67F6" w14:textId="77777777"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0FB331B8" w14:textId="77777777" w:rsidR="007D12E9" w:rsidRPr="007D12E9" w:rsidRDefault="007D12E9" w:rsidP="007D12E9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</w:t>
      </w:r>
      <w:r w:rsidR="00E07057">
        <w:rPr>
          <w:rFonts w:ascii="Times New Roman" w:hAnsi="Times New Roman"/>
          <w:sz w:val="22"/>
          <w:szCs w:val="22"/>
        </w:rPr>
        <w:t xml:space="preserve"> по </w:t>
      </w:r>
      <w:r w:rsidR="00C42CA7">
        <w:rPr>
          <w:rFonts w:ascii="Times New Roman" w:hAnsi="Times New Roman"/>
          <w:sz w:val="22"/>
          <w:szCs w:val="22"/>
        </w:rPr>
        <w:t>месту нахождения Продавца</w:t>
      </w:r>
      <w:r w:rsidRPr="007D12E9">
        <w:rPr>
          <w:rFonts w:ascii="Times New Roman" w:hAnsi="Times New Roman"/>
          <w:sz w:val="22"/>
          <w:szCs w:val="22"/>
        </w:rPr>
        <w:t>.</w:t>
      </w:r>
    </w:p>
    <w:p w14:paraId="3B5C2689" w14:textId="3D0624CE" w:rsidR="00D07C31" w:rsidRDefault="00D07C31" w:rsidP="00D07C31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521FF">
        <w:rPr>
          <w:rFonts w:ascii="Times New Roman" w:hAnsi="Times New Roman"/>
          <w:sz w:val="22"/>
          <w:szCs w:val="22"/>
        </w:rPr>
        <w:t>6.4. </w:t>
      </w:r>
      <w:r w:rsidR="0038292C" w:rsidRPr="00866FB8">
        <w:rPr>
          <w:rFonts w:ascii="Times New Roman" w:hAnsi="Times New Roman"/>
          <w:sz w:val="22"/>
          <w:szCs w:val="22"/>
        </w:rPr>
        <w:t>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2 (двух) экземплярах, имеющих одинаковую юридическую силу (по одному экземпляру для Продавца, Покупателя)</w:t>
      </w:r>
      <w:r w:rsidRPr="006521FF">
        <w:rPr>
          <w:rFonts w:ascii="Times New Roman" w:hAnsi="Times New Roman"/>
          <w:sz w:val="22"/>
          <w:szCs w:val="22"/>
        </w:rPr>
        <w:t>.</w:t>
      </w:r>
    </w:p>
    <w:p w14:paraId="233628DB" w14:textId="77777777" w:rsidR="007D12E9" w:rsidRPr="007D12E9" w:rsidRDefault="007D12E9" w:rsidP="007D12E9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 xml:space="preserve">7. </w:t>
      </w:r>
      <w:r w:rsidR="004D7809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tbl>
      <w:tblPr>
        <w:tblW w:w="8897" w:type="dxa"/>
        <w:tblLook w:val="01E0" w:firstRow="1" w:lastRow="1" w:firstColumn="1" w:lastColumn="1" w:noHBand="0" w:noVBand="0"/>
      </w:tblPr>
      <w:tblGrid>
        <w:gridCol w:w="4844"/>
        <w:gridCol w:w="236"/>
        <w:gridCol w:w="3817"/>
      </w:tblGrid>
      <w:tr w:rsidR="007D12E9" w:rsidRPr="007D12E9" w14:paraId="47728F23" w14:textId="77777777" w:rsidTr="00691E30">
        <w:tc>
          <w:tcPr>
            <w:tcW w:w="4844" w:type="dxa"/>
            <w:shd w:val="clear" w:color="auto" w:fill="auto"/>
          </w:tcPr>
          <w:p w14:paraId="6FCA289B" w14:textId="77777777" w:rsidR="007D12E9" w:rsidRPr="007D12E9" w:rsidRDefault="007D12E9" w:rsidP="004D78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14:paraId="3984B45A" w14:textId="77777777"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14:paraId="3307A5DB" w14:textId="77777777" w:rsidR="007D12E9" w:rsidRPr="007D12E9" w:rsidRDefault="007D12E9" w:rsidP="004D780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Покупатель</w:t>
            </w:r>
          </w:p>
        </w:tc>
      </w:tr>
      <w:tr w:rsidR="007D12E9" w:rsidRPr="007D12E9" w14:paraId="5A76C15D" w14:textId="77777777" w:rsidTr="00691E30">
        <w:tc>
          <w:tcPr>
            <w:tcW w:w="4844" w:type="dxa"/>
            <w:shd w:val="clear" w:color="auto" w:fill="auto"/>
          </w:tcPr>
          <w:p w14:paraId="43CFC399" w14:textId="77777777" w:rsidR="00F46DF3" w:rsidRPr="00F46DF3" w:rsidRDefault="00F46DF3" w:rsidP="00F46DF3">
            <w:pPr>
              <w:rPr>
                <w:rFonts w:ascii="Times New Roman" w:hAnsi="Times New Roman"/>
                <w:sz w:val="22"/>
                <w:szCs w:val="22"/>
              </w:rPr>
            </w:pPr>
            <w:r w:rsidRPr="00F46DF3">
              <w:rPr>
                <w:rFonts w:ascii="Times New Roman" w:hAnsi="Times New Roman"/>
                <w:sz w:val="22"/>
                <w:szCs w:val="22"/>
              </w:rPr>
              <w:t xml:space="preserve">Администрация Килемарского муниципального района Республики Марий Эл, </w:t>
            </w:r>
          </w:p>
          <w:p w14:paraId="148FAAB6" w14:textId="77777777" w:rsidR="00F46DF3" w:rsidRPr="00F46DF3" w:rsidRDefault="00F46DF3" w:rsidP="00F46DF3">
            <w:pPr>
              <w:rPr>
                <w:rFonts w:ascii="Times New Roman" w:hAnsi="Times New Roman"/>
                <w:sz w:val="22"/>
                <w:szCs w:val="22"/>
              </w:rPr>
            </w:pPr>
            <w:r w:rsidRPr="00F46DF3">
              <w:rPr>
                <w:rFonts w:ascii="Times New Roman" w:hAnsi="Times New Roman"/>
                <w:sz w:val="22"/>
                <w:szCs w:val="22"/>
              </w:rPr>
              <w:t>адрес: 425270 Республика Марий Эл,</w:t>
            </w:r>
          </w:p>
          <w:p w14:paraId="6694D1B2" w14:textId="77777777" w:rsidR="00F46DF3" w:rsidRPr="00F46DF3" w:rsidRDefault="00F46DF3" w:rsidP="00F46DF3">
            <w:pPr>
              <w:rPr>
                <w:rFonts w:ascii="Times New Roman" w:hAnsi="Times New Roman"/>
                <w:sz w:val="22"/>
                <w:szCs w:val="22"/>
              </w:rPr>
            </w:pPr>
            <w:r w:rsidRPr="00F46DF3">
              <w:rPr>
                <w:rFonts w:ascii="Times New Roman" w:hAnsi="Times New Roman"/>
                <w:sz w:val="22"/>
                <w:szCs w:val="22"/>
              </w:rPr>
              <w:t xml:space="preserve">пгт. Килемары, ул. Садовая, д. 55, </w:t>
            </w:r>
          </w:p>
          <w:p w14:paraId="763D81BD" w14:textId="77777777" w:rsidR="00F46DF3" w:rsidRPr="00F46DF3" w:rsidRDefault="00F46DF3" w:rsidP="00F46DF3">
            <w:pPr>
              <w:rPr>
                <w:rFonts w:ascii="Times New Roman" w:hAnsi="Times New Roman"/>
                <w:sz w:val="22"/>
                <w:szCs w:val="22"/>
              </w:rPr>
            </w:pPr>
            <w:r w:rsidRPr="00F46DF3">
              <w:rPr>
                <w:rFonts w:ascii="Times New Roman" w:hAnsi="Times New Roman"/>
                <w:sz w:val="22"/>
                <w:szCs w:val="22"/>
              </w:rPr>
              <w:t>тел.: (83643) 2-13-67</w:t>
            </w:r>
          </w:p>
          <w:p w14:paraId="30A714F7" w14:textId="77777777" w:rsidR="00F46DF3" w:rsidRPr="00F46DF3" w:rsidRDefault="00F46DF3" w:rsidP="00F46DF3">
            <w:pPr>
              <w:rPr>
                <w:rFonts w:ascii="Times New Roman" w:hAnsi="Times New Roman"/>
                <w:sz w:val="22"/>
                <w:szCs w:val="22"/>
              </w:rPr>
            </w:pPr>
            <w:r w:rsidRPr="00F46DF3">
              <w:rPr>
                <w:rFonts w:ascii="Times New Roman" w:hAnsi="Times New Roman"/>
                <w:sz w:val="22"/>
                <w:szCs w:val="22"/>
              </w:rPr>
              <w:t>E-</w:t>
            </w:r>
            <w:proofErr w:type="spellStart"/>
            <w:r w:rsidRPr="00F46DF3">
              <w:rPr>
                <w:rFonts w:ascii="Times New Roman" w:hAnsi="Times New Roman"/>
                <w:sz w:val="22"/>
                <w:szCs w:val="22"/>
              </w:rPr>
              <w:t>mail</w:t>
            </w:r>
            <w:proofErr w:type="spellEnd"/>
            <w:r w:rsidRPr="00F46DF3">
              <w:rPr>
                <w:rFonts w:ascii="Times New Roman" w:hAnsi="Times New Roman"/>
                <w:sz w:val="22"/>
                <w:szCs w:val="22"/>
              </w:rPr>
              <w:t>: ya.kumikil@yandex.ru</w:t>
            </w:r>
          </w:p>
          <w:p w14:paraId="51F444DD" w14:textId="14DC1163" w:rsidR="007D12E9" w:rsidRDefault="00F46DF3" w:rsidP="00F46D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6DF3">
              <w:rPr>
                <w:rFonts w:ascii="Times New Roman" w:hAnsi="Times New Roman"/>
                <w:sz w:val="22"/>
                <w:szCs w:val="22"/>
              </w:rPr>
              <w:t>ИНН- 1204000515, КПП -120401001</w:t>
            </w:r>
          </w:p>
          <w:p w14:paraId="5993CBA5" w14:textId="77777777" w:rsidR="00F46DF3" w:rsidRPr="007D12E9" w:rsidRDefault="00F46DF3" w:rsidP="00F46D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302BCC3" w14:textId="77777777" w:rsidR="007D12E9" w:rsidRPr="007D12E9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14:paraId="3B103C96" w14:textId="77777777"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14:paraId="78F125B9" w14:textId="77777777"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14:paraId="5641253D" w14:textId="77777777"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14:paraId="1C3E78E4" w14:textId="77777777"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14:paraId="23B0939A" w14:textId="77777777" w:rsidR="007D12E9" w:rsidRPr="00691E30" w:rsidRDefault="007D12E9" w:rsidP="000C6D54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14:paraId="481B4D71" w14:textId="77777777" w:rsidR="007D12E9" w:rsidRPr="007D12E9" w:rsidRDefault="007D12E9" w:rsidP="000C6D5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</w:tc>
      </w:tr>
      <w:tr w:rsidR="007D12E9" w:rsidRPr="007D12E9" w14:paraId="23657242" w14:textId="77777777" w:rsidTr="00691E30">
        <w:tc>
          <w:tcPr>
            <w:tcW w:w="4844" w:type="dxa"/>
            <w:shd w:val="clear" w:color="auto" w:fill="auto"/>
          </w:tcPr>
          <w:p w14:paraId="18E4FA68" w14:textId="77777777" w:rsidR="007D12E9" w:rsidRPr="007D12E9" w:rsidRDefault="007D12E9" w:rsidP="00CF6DB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14:paraId="236737A8" w14:textId="77777777"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14:paraId="49CEF3A2" w14:textId="77777777" w:rsidR="007D12E9" w:rsidRPr="007D12E9" w:rsidRDefault="007D12E9" w:rsidP="00CF6DB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Покупателя:</w:t>
            </w:r>
          </w:p>
        </w:tc>
      </w:tr>
      <w:tr w:rsidR="007D12E9" w:rsidRPr="007D12E9" w14:paraId="0E9DAD23" w14:textId="77777777" w:rsidTr="00691E30">
        <w:tc>
          <w:tcPr>
            <w:tcW w:w="4844" w:type="dxa"/>
            <w:shd w:val="clear" w:color="auto" w:fill="auto"/>
          </w:tcPr>
          <w:p w14:paraId="44B3C2D9" w14:textId="77777777" w:rsidR="00200EA7" w:rsidRDefault="00200EA7" w:rsidP="00200EA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_________________________________________</w:t>
            </w:r>
          </w:p>
          <w:p w14:paraId="3F46E9FB" w14:textId="77777777" w:rsidR="00200EA7" w:rsidRPr="007D12E9" w:rsidRDefault="00200EA7" w:rsidP="00200EA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_________________________________________</w:t>
            </w:r>
          </w:p>
          <w:p w14:paraId="1E8B1249" w14:textId="77777777" w:rsidR="00200EA7" w:rsidRDefault="00200EA7" w:rsidP="00200EA7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84934AA" w14:textId="77777777" w:rsidR="00200EA7" w:rsidRPr="007D12E9" w:rsidRDefault="00200EA7" w:rsidP="00200EA7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415B6A5" w14:textId="0B7635CD" w:rsidR="007D12E9" w:rsidRPr="007D12E9" w:rsidRDefault="00200EA7" w:rsidP="00200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 /</w:t>
            </w:r>
            <w:r>
              <w:rPr>
                <w:rFonts w:ascii="Times New Roman" w:hAnsi="Times New Roman"/>
                <w:sz w:val="22"/>
                <w:szCs w:val="22"/>
              </w:rPr>
              <w:t>_________________________</w:t>
            </w:r>
          </w:p>
        </w:tc>
        <w:tc>
          <w:tcPr>
            <w:tcW w:w="236" w:type="dxa"/>
            <w:shd w:val="clear" w:color="auto" w:fill="auto"/>
          </w:tcPr>
          <w:p w14:paraId="600CCC3A" w14:textId="77777777"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14:paraId="6603C9AD" w14:textId="77777777" w:rsidR="007D12E9" w:rsidRPr="007D12E9" w:rsidRDefault="007D12E9" w:rsidP="000C6D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</w:t>
            </w:r>
            <w:r w:rsidR="00691E30"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_________________________</w:t>
            </w:r>
          </w:p>
          <w:p w14:paraId="3A5CCE4F" w14:textId="77777777" w:rsidR="007D12E9" w:rsidRPr="007D12E9" w:rsidRDefault="007D12E9" w:rsidP="000C6D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</w:t>
            </w:r>
            <w:r w:rsidR="00691E30"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____________</w:t>
            </w:r>
          </w:p>
          <w:p w14:paraId="15638C16" w14:textId="77777777" w:rsidR="007D12E9" w:rsidRPr="007D12E9" w:rsidRDefault="007D12E9" w:rsidP="000C6D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__________________</w:t>
            </w:r>
            <w:r w:rsidR="00691E30"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</w:t>
            </w:r>
          </w:p>
          <w:p w14:paraId="2700316E" w14:textId="77777777" w:rsidR="004E2E67" w:rsidRPr="007D12E9" w:rsidRDefault="004E2E67" w:rsidP="004E2E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__________________</w:t>
            </w:r>
            <w:r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__________</w:t>
            </w:r>
          </w:p>
          <w:p w14:paraId="2701E43D" w14:textId="77777777" w:rsidR="007D12E9" w:rsidRPr="007D12E9" w:rsidRDefault="007D12E9" w:rsidP="000C6D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____________________</w:t>
            </w:r>
            <w:r w:rsidR="00691E30">
              <w:rPr>
                <w:rFonts w:ascii="Times New Roman" w:hAnsi="Times New Roman"/>
                <w:sz w:val="22"/>
                <w:szCs w:val="22"/>
              </w:rPr>
              <w:t>____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>________</w:t>
            </w:r>
          </w:p>
        </w:tc>
      </w:tr>
    </w:tbl>
    <w:p w14:paraId="5207DB4D" w14:textId="77777777" w:rsidR="008264D5" w:rsidRDefault="008264D5" w:rsidP="00737E96">
      <w:pPr>
        <w:rPr>
          <w:rFonts w:ascii="Times New Roman" w:hAnsi="Times New Roman"/>
          <w:sz w:val="22"/>
          <w:szCs w:val="22"/>
        </w:rPr>
      </w:pPr>
    </w:p>
    <w:sectPr w:rsidR="008264D5" w:rsidSect="004756CF">
      <w:type w:val="continuous"/>
      <w:pgSz w:w="11906" w:h="16838" w:code="9"/>
      <w:pgMar w:top="1276" w:right="1077" w:bottom="1134" w:left="1985" w:header="567" w:footer="54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D38C1" w14:textId="77777777" w:rsidR="0044358A" w:rsidRDefault="0044358A">
      <w:r>
        <w:separator/>
      </w:r>
    </w:p>
  </w:endnote>
  <w:endnote w:type="continuationSeparator" w:id="0">
    <w:p w14:paraId="603F31B8" w14:textId="77777777" w:rsidR="0044358A" w:rsidRDefault="00443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B0027" w14:textId="77777777" w:rsidR="00A73F3C" w:rsidRDefault="00A73F3C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6D8F4" w14:textId="77777777" w:rsidR="00A73F3C" w:rsidRDefault="00A73F3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1C4D6" w14:textId="77777777" w:rsidR="00A73F3C" w:rsidRDefault="00A73F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80EC" w14:textId="77777777" w:rsidR="0044358A" w:rsidRDefault="0044358A">
      <w:r>
        <w:separator/>
      </w:r>
    </w:p>
  </w:footnote>
  <w:footnote w:type="continuationSeparator" w:id="0">
    <w:p w14:paraId="561E31C3" w14:textId="77777777" w:rsidR="0044358A" w:rsidRDefault="0044358A">
      <w:r>
        <w:continuationSeparator/>
      </w:r>
    </w:p>
  </w:footnote>
  <w:footnote w:id="1">
    <w:p w14:paraId="5830F4F5" w14:textId="77777777" w:rsidR="00071846" w:rsidRDefault="00071846" w:rsidP="00071846">
      <w:pPr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Style w:val="af8"/>
        </w:rPr>
        <w:footnoteRef/>
      </w:r>
      <w:r w:rsidRPr="007D12E9">
        <w:rPr>
          <w:rFonts w:ascii="Times New Roman" w:hAnsi="Times New Roman"/>
          <w:sz w:val="16"/>
          <w:szCs w:val="16"/>
        </w:rPr>
        <w:t>Министерство государственного имущества Республики Марий Эл, являясь налоговым агентом при реализации физическому лицу государственного имущества, не закрепленного за государственными предприятиями и учреждениями, составляющего государственную казну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14:paraId="69325150" w14:textId="77777777" w:rsidR="00071846" w:rsidRDefault="00071846" w:rsidP="00071846">
      <w:pPr>
        <w:pStyle w:val="af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83DC4" w14:textId="77777777" w:rsidR="00A73F3C" w:rsidRDefault="00A73F3C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E362F03" w14:textId="77777777" w:rsidR="00A73F3C" w:rsidRDefault="00A73F3C" w:rsidP="00401CFB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F0DFA" w14:textId="384C4705" w:rsidR="00A73F3C" w:rsidRPr="004B69F4" w:rsidRDefault="00A73F3C" w:rsidP="00401CFB">
    <w:pPr>
      <w:pStyle w:val="ac"/>
      <w:framePr w:wrap="around" w:vAnchor="text" w:hAnchor="margin" w:xAlign="right" w:y="1"/>
      <w:rPr>
        <w:rStyle w:val="ae"/>
        <w:sz w:val="28"/>
        <w:szCs w:val="28"/>
      </w:rPr>
    </w:pPr>
    <w:r w:rsidRPr="004B69F4">
      <w:rPr>
        <w:rStyle w:val="ae"/>
        <w:sz w:val="28"/>
        <w:szCs w:val="28"/>
      </w:rPr>
      <w:fldChar w:fldCharType="begin"/>
    </w:r>
    <w:r w:rsidRPr="004B69F4">
      <w:rPr>
        <w:rStyle w:val="ae"/>
        <w:sz w:val="28"/>
        <w:szCs w:val="28"/>
      </w:rPr>
      <w:instrText xml:space="preserve">PAGE  </w:instrText>
    </w:r>
    <w:r w:rsidRPr="004B69F4">
      <w:rPr>
        <w:rStyle w:val="ae"/>
        <w:sz w:val="28"/>
        <w:szCs w:val="28"/>
      </w:rPr>
      <w:fldChar w:fldCharType="separate"/>
    </w:r>
    <w:r w:rsidR="00787640">
      <w:rPr>
        <w:rStyle w:val="ae"/>
        <w:noProof/>
        <w:sz w:val="28"/>
        <w:szCs w:val="28"/>
      </w:rPr>
      <w:t>2</w:t>
    </w:r>
    <w:r w:rsidRPr="004B69F4">
      <w:rPr>
        <w:rStyle w:val="ae"/>
        <w:sz w:val="28"/>
        <w:szCs w:val="28"/>
      </w:rPr>
      <w:fldChar w:fldCharType="end"/>
    </w:r>
  </w:p>
  <w:p w14:paraId="0A57DC08" w14:textId="77777777" w:rsidR="00A73F3C" w:rsidRDefault="00A73F3C" w:rsidP="00401CFB">
    <w:pPr>
      <w:pStyle w:val="ac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52BB0" w14:textId="77777777" w:rsidR="00A73F3C" w:rsidRDefault="00A73F3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8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9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1">
    <w:nsid w:val="76C1111F"/>
    <w:multiLevelType w:val="hybridMultilevel"/>
    <w:tmpl w:val="7E2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13"/>
    <w:rsid w:val="00005EEC"/>
    <w:rsid w:val="000070A7"/>
    <w:rsid w:val="00011267"/>
    <w:rsid w:val="0001587E"/>
    <w:rsid w:val="00016541"/>
    <w:rsid w:val="00021467"/>
    <w:rsid w:val="00022DDD"/>
    <w:rsid w:val="00031C7D"/>
    <w:rsid w:val="000415ED"/>
    <w:rsid w:val="000417EE"/>
    <w:rsid w:val="00042A13"/>
    <w:rsid w:val="000473DF"/>
    <w:rsid w:val="000510A7"/>
    <w:rsid w:val="00071846"/>
    <w:rsid w:val="00072745"/>
    <w:rsid w:val="00083C0E"/>
    <w:rsid w:val="00086450"/>
    <w:rsid w:val="00090093"/>
    <w:rsid w:val="000910A2"/>
    <w:rsid w:val="000947AF"/>
    <w:rsid w:val="000A1A38"/>
    <w:rsid w:val="000A1D43"/>
    <w:rsid w:val="000B3976"/>
    <w:rsid w:val="000B5480"/>
    <w:rsid w:val="000B6EA8"/>
    <w:rsid w:val="000C6D54"/>
    <w:rsid w:val="000D1F30"/>
    <w:rsid w:val="000D4B25"/>
    <w:rsid w:val="000D6122"/>
    <w:rsid w:val="000E0798"/>
    <w:rsid w:val="000E1E05"/>
    <w:rsid w:val="000E1F76"/>
    <w:rsid w:val="000E598F"/>
    <w:rsid w:val="000E65B8"/>
    <w:rsid w:val="000E71A0"/>
    <w:rsid w:val="000F38DC"/>
    <w:rsid w:val="000F6F71"/>
    <w:rsid w:val="000F7D0E"/>
    <w:rsid w:val="00101882"/>
    <w:rsid w:val="00101EAC"/>
    <w:rsid w:val="00101FB6"/>
    <w:rsid w:val="0010211E"/>
    <w:rsid w:val="001047E8"/>
    <w:rsid w:val="00105F0A"/>
    <w:rsid w:val="00116949"/>
    <w:rsid w:val="00123932"/>
    <w:rsid w:val="001267EB"/>
    <w:rsid w:val="00135277"/>
    <w:rsid w:val="00142A20"/>
    <w:rsid w:val="00151F51"/>
    <w:rsid w:val="00152D11"/>
    <w:rsid w:val="00154B1E"/>
    <w:rsid w:val="0016715F"/>
    <w:rsid w:val="00175F8A"/>
    <w:rsid w:val="00177656"/>
    <w:rsid w:val="0018440B"/>
    <w:rsid w:val="00187E82"/>
    <w:rsid w:val="001962D1"/>
    <w:rsid w:val="00197013"/>
    <w:rsid w:val="00197ECE"/>
    <w:rsid w:val="001A24F2"/>
    <w:rsid w:val="001A43AE"/>
    <w:rsid w:val="001A4E8F"/>
    <w:rsid w:val="001B0DAB"/>
    <w:rsid w:val="001B15DA"/>
    <w:rsid w:val="001B25CA"/>
    <w:rsid w:val="001C0936"/>
    <w:rsid w:val="001D57E9"/>
    <w:rsid w:val="001D5D0F"/>
    <w:rsid w:val="001E1B2F"/>
    <w:rsid w:val="001E3764"/>
    <w:rsid w:val="001E75FC"/>
    <w:rsid w:val="001F5CD4"/>
    <w:rsid w:val="001F6D02"/>
    <w:rsid w:val="00200EA7"/>
    <w:rsid w:val="00207D55"/>
    <w:rsid w:val="00212FA8"/>
    <w:rsid w:val="00214134"/>
    <w:rsid w:val="002158DA"/>
    <w:rsid w:val="00217AFC"/>
    <w:rsid w:val="00221E78"/>
    <w:rsid w:val="00225988"/>
    <w:rsid w:val="00227262"/>
    <w:rsid w:val="002276D0"/>
    <w:rsid w:val="00241D65"/>
    <w:rsid w:val="00247067"/>
    <w:rsid w:val="00250E1D"/>
    <w:rsid w:val="00251AC0"/>
    <w:rsid w:val="00251C30"/>
    <w:rsid w:val="00254374"/>
    <w:rsid w:val="00261EBB"/>
    <w:rsid w:val="00265E27"/>
    <w:rsid w:val="00267A40"/>
    <w:rsid w:val="00267C8A"/>
    <w:rsid w:val="00281A14"/>
    <w:rsid w:val="00283612"/>
    <w:rsid w:val="002933AF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C145E"/>
    <w:rsid w:val="002C70BD"/>
    <w:rsid w:val="002E1A62"/>
    <w:rsid w:val="002E4129"/>
    <w:rsid w:val="002F4463"/>
    <w:rsid w:val="00302CFD"/>
    <w:rsid w:val="00303CF9"/>
    <w:rsid w:val="003159BF"/>
    <w:rsid w:val="003171EF"/>
    <w:rsid w:val="0032282C"/>
    <w:rsid w:val="00332272"/>
    <w:rsid w:val="0034024C"/>
    <w:rsid w:val="00343471"/>
    <w:rsid w:val="00352362"/>
    <w:rsid w:val="003542CF"/>
    <w:rsid w:val="00355F07"/>
    <w:rsid w:val="00362F43"/>
    <w:rsid w:val="00376FEC"/>
    <w:rsid w:val="00377A87"/>
    <w:rsid w:val="003802C2"/>
    <w:rsid w:val="0038292C"/>
    <w:rsid w:val="00383866"/>
    <w:rsid w:val="0038635E"/>
    <w:rsid w:val="00392126"/>
    <w:rsid w:val="003964D2"/>
    <w:rsid w:val="003A3593"/>
    <w:rsid w:val="003B2502"/>
    <w:rsid w:val="003C24E2"/>
    <w:rsid w:val="003C6975"/>
    <w:rsid w:val="003C7033"/>
    <w:rsid w:val="003C7D11"/>
    <w:rsid w:val="003D4211"/>
    <w:rsid w:val="003F58D3"/>
    <w:rsid w:val="003F6375"/>
    <w:rsid w:val="00401CFB"/>
    <w:rsid w:val="004021DB"/>
    <w:rsid w:val="00402A12"/>
    <w:rsid w:val="00404C27"/>
    <w:rsid w:val="00405C14"/>
    <w:rsid w:val="00411430"/>
    <w:rsid w:val="00414F38"/>
    <w:rsid w:val="00415CC6"/>
    <w:rsid w:val="00417484"/>
    <w:rsid w:val="004246DC"/>
    <w:rsid w:val="004348E5"/>
    <w:rsid w:val="00435B6A"/>
    <w:rsid w:val="004413E2"/>
    <w:rsid w:val="0044358A"/>
    <w:rsid w:val="004529D1"/>
    <w:rsid w:val="004546B9"/>
    <w:rsid w:val="004558C7"/>
    <w:rsid w:val="00456F88"/>
    <w:rsid w:val="00457A75"/>
    <w:rsid w:val="004716C0"/>
    <w:rsid w:val="00474DEC"/>
    <w:rsid w:val="004756CF"/>
    <w:rsid w:val="004756ED"/>
    <w:rsid w:val="004804AB"/>
    <w:rsid w:val="00486F6E"/>
    <w:rsid w:val="00490F50"/>
    <w:rsid w:val="00492E33"/>
    <w:rsid w:val="004A22C5"/>
    <w:rsid w:val="004B364E"/>
    <w:rsid w:val="004D0728"/>
    <w:rsid w:val="004D2CCD"/>
    <w:rsid w:val="004D7809"/>
    <w:rsid w:val="004E2E67"/>
    <w:rsid w:val="004E5E6F"/>
    <w:rsid w:val="004E6D0C"/>
    <w:rsid w:val="004F04F5"/>
    <w:rsid w:val="00516BFC"/>
    <w:rsid w:val="00524CAB"/>
    <w:rsid w:val="00524ED2"/>
    <w:rsid w:val="0052566A"/>
    <w:rsid w:val="0052769E"/>
    <w:rsid w:val="005322E5"/>
    <w:rsid w:val="005407FC"/>
    <w:rsid w:val="00543096"/>
    <w:rsid w:val="0054693A"/>
    <w:rsid w:val="00546D1A"/>
    <w:rsid w:val="00552EE0"/>
    <w:rsid w:val="00554126"/>
    <w:rsid w:val="00573CC1"/>
    <w:rsid w:val="00575F83"/>
    <w:rsid w:val="00585BD8"/>
    <w:rsid w:val="00597FFA"/>
    <w:rsid w:val="005A3FFA"/>
    <w:rsid w:val="005A684A"/>
    <w:rsid w:val="005A7AD7"/>
    <w:rsid w:val="005A7BE3"/>
    <w:rsid w:val="005B0FEB"/>
    <w:rsid w:val="005B50EF"/>
    <w:rsid w:val="005B5488"/>
    <w:rsid w:val="005C2409"/>
    <w:rsid w:val="005C4AD5"/>
    <w:rsid w:val="005C4E33"/>
    <w:rsid w:val="005C5220"/>
    <w:rsid w:val="005D1494"/>
    <w:rsid w:val="005D598F"/>
    <w:rsid w:val="005D6678"/>
    <w:rsid w:val="005E094B"/>
    <w:rsid w:val="005E4266"/>
    <w:rsid w:val="005E7BD6"/>
    <w:rsid w:val="005F2FDF"/>
    <w:rsid w:val="005F3A2C"/>
    <w:rsid w:val="005F5AAD"/>
    <w:rsid w:val="00607255"/>
    <w:rsid w:val="00607497"/>
    <w:rsid w:val="00607F98"/>
    <w:rsid w:val="00611726"/>
    <w:rsid w:val="00634BE6"/>
    <w:rsid w:val="00642642"/>
    <w:rsid w:val="00643789"/>
    <w:rsid w:val="0064790C"/>
    <w:rsid w:val="006505B1"/>
    <w:rsid w:val="00656721"/>
    <w:rsid w:val="00660D39"/>
    <w:rsid w:val="00661F61"/>
    <w:rsid w:val="00675016"/>
    <w:rsid w:val="00680981"/>
    <w:rsid w:val="0068610E"/>
    <w:rsid w:val="0069004A"/>
    <w:rsid w:val="00691E30"/>
    <w:rsid w:val="006979E8"/>
    <w:rsid w:val="006A1EFA"/>
    <w:rsid w:val="006B685F"/>
    <w:rsid w:val="006C2130"/>
    <w:rsid w:val="006C2329"/>
    <w:rsid w:val="006C4D03"/>
    <w:rsid w:val="006D2267"/>
    <w:rsid w:val="006E2271"/>
    <w:rsid w:val="006E229F"/>
    <w:rsid w:val="006E4359"/>
    <w:rsid w:val="006F360F"/>
    <w:rsid w:val="00700B8A"/>
    <w:rsid w:val="0071003E"/>
    <w:rsid w:val="00710182"/>
    <w:rsid w:val="00715466"/>
    <w:rsid w:val="00715B16"/>
    <w:rsid w:val="0072426E"/>
    <w:rsid w:val="00725970"/>
    <w:rsid w:val="00726825"/>
    <w:rsid w:val="00731D3C"/>
    <w:rsid w:val="007349B0"/>
    <w:rsid w:val="00737315"/>
    <w:rsid w:val="00737E96"/>
    <w:rsid w:val="00741AEF"/>
    <w:rsid w:val="00744EE4"/>
    <w:rsid w:val="00745F51"/>
    <w:rsid w:val="007505B6"/>
    <w:rsid w:val="00754E3B"/>
    <w:rsid w:val="00762031"/>
    <w:rsid w:val="00766A26"/>
    <w:rsid w:val="00766A86"/>
    <w:rsid w:val="00771A7F"/>
    <w:rsid w:val="00776013"/>
    <w:rsid w:val="00780501"/>
    <w:rsid w:val="00787347"/>
    <w:rsid w:val="00787640"/>
    <w:rsid w:val="00794A11"/>
    <w:rsid w:val="007A1298"/>
    <w:rsid w:val="007A6BD1"/>
    <w:rsid w:val="007A7904"/>
    <w:rsid w:val="007B1FEC"/>
    <w:rsid w:val="007C227B"/>
    <w:rsid w:val="007C2A0E"/>
    <w:rsid w:val="007C52E4"/>
    <w:rsid w:val="007C629D"/>
    <w:rsid w:val="007C69D6"/>
    <w:rsid w:val="007D12E9"/>
    <w:rsid w:val="007D341B"/>
    <w:rsid w:val="007D396E"/>
    <w:rsid w:val="007D7171"/>
    <w:rsid w:val="007D7B27"/>
    <w:rsid w:val="007F16B8"/>
    <w:rsid w:val="007F20B3"/>
    <w:rsid w:val="007F5211"/>
    <w:rsid w:val="00804701"/>
    <w:rsid w:val="00805FE7"/>
    <w:rsid w:val="00812809"/>
    <w:rsid w:val="00812A4D"/>
    <w:rsid w:val="008264D5"/>
    <w:rsid w:val="00826A4A"/>
    <w:rsid w:val="00830378"/>
    <w:rsid w:val="0083279C"/>
    <w:rsid w:val="00836145"/>
    <w:rsid w:val="00837951"/>
    <w:rsid w:val="008412EC"/>
    <w:rsid w:val="00845F7A"/>
    <w:rsid w:val="008517E4"/>
    <w:rsid w:val="00852201"/>
    <w:rsid w:val="008617C1"/>
    <w:rsid w:val="00862EDF"/>
    <w:rsid w:val="008657D1"/>
    <w:rsid w:val="00870D80"/>
    <w:rsid w:val="00880B2D"/>
    <w:rsid w:val="0089461B"/>
    <w:rsid w:val="00894C85"/>
    <w:rsid w:val="008950F7"/>
    <w:rsid w:val="008A3232"/>
    <w:rsid w:val="008A4CAD"/>
    <w:rsid w:val="008C2702"/>
    <w:rsid w:val="008C5869"/>
    <w:rsid w:val="008D3C4F"/>
    <w:rsid w:val="008D4A19"/>
    <w:rsid w:val="008D7B0E"/>
    <w:rsid w:val="008E1E37"/>
    <w:rsid w:val="008E69A2"/>
    <w:rsid w:val="008F08DF"/>
    <w:rsid w:val="008F42EF"/>
    <w:rsid w:val="008F4C55"/>
    <w:rsid w:val="008F576E"/>
    <w:rsid w:val="00901A7A"/>
    <w:rsid w:val="00901E71"/>
    <w:rsid w:val="00904EE4"/>
    <w:rsid w:val="00906D92"/>
    <w:rsid w:val="0091406F"/>
    <w:rsid w:val="00914B06"/>
    <w:rsid w:val="00927B1B"/>
    <w:rsid w:val="0093120C"/>
    <w:rsid w:val="00932B2E"/>
    <w:rsid w:val="00934379"/>
    <w:rsid w:val="00945F41"/>
    <w:rsid w:val="0094622F"/>
    <w:rsid w:val="00946F0E"/>
    <w:rsid w:val="00956C2E"/>
    <w:rsid w:val="00957532"/>
    <w:rsid w:val="00962FD2"/>
    <w:rsid w:val="009638AC"/>
    <w:rsid w:val="009645A9"/>
    <w:rsid w:val="00976BD1"/>
    <w:rsid w:val="00984197"/>
    <w:rsid w:val="00985496"/>
    <w:rsid w:val="00985840"/>
    <w:rsid w:val="009903FC"/>
    <w:rsid w:val="0099257A"/>
    <w:rsid w:val="00993D83"/>
    <w:rsid w:val="009942F6"/>
    <w:rsid w:val="009972AB"/>
    <w:rsid w:val="009A648B"/>
    <w:rsid w:val="009C1C3C"/>
    <w:rsid w:val="009C2AA8"/>
    <w:rsid w:val="009C2F8D"/>
    <w:rsid w:val="009D79DF"/>
    <w:rsid w:val="009D7E82"/>
    <w:rsid w:val="009E270E"/>
    <w:rsid w:val="009E56B0"/>
    <w:rsid w:val="009E79C3"/>
    <w:rsid w:val="009F0D76"/>
    <w:rsid w:val="009F6125"/>
    <w:rsid w:val="00A16482"/>
    <w:rsid w:val="00A17ADC"/>
    <w:rsid w:val="00A34DF9"/>
    <w:rsid w:val="00A44069"/>
    <w:rsid w:val="00A45A1C"/>
    <w:rsid w:val="00A45BBB"/>
    <w:rsid w:val="00A45E94"/>
    <w:rsid w:val="00A51CA2"/>
    <w:rsid w:val="00A53D50"/>
    <w:rsid w:val="00A53E4A"/>
    <w:rsid w:val="00A54BAB"/>
    <w:rsid w:val="00A5537E"/>
    <w:rsid w:val="00A555F0"/>
    <w:rsid w:val="00A61B75"/>
    <w:rsid w:val="00A716CA"/>
    <w:rsid w:val="00A71F31"/>
    <w:rsid w:val="00A7296E"/>
    <w:rsid w:val="00A73F3C"/>
    <w:rsid w:val="00A74D18"/>
    <w:rsid w:val="00A75EA6"/>
    <w:rsid w:val="00A845B2"/>
    <w:rsid w:val="00A852BA"/>
    <w:rsid w:val="00A85F9C"/>
    <w:rsid w:val="00A93C61"/>
    <w:rsid w:val="00A944DF"/>
    <w:rsid w:val="00AA3892"/>
    <w:rsid w:val="00AA7DCB"/>
    <w:rsid w:val="00AB1C4E"/>
    <w:rsid w:val="00AB4DB2"/>
    <w:rsid w:val="00AB6F6C"/>
    <w:rsid w:val="00AC4BA5"/>
    <w:rsid w:val="00AE2ED4"/>
    <w:rsid w:val="00AE4800"/>
    <w:rsid w:val="00AE7413"/>
    <w:rsid w:val="00AF3A50"/>
    <w:rsid w:val="00AF53E1"/>
    <w:rsid w:val="00AF6DE0"/>
    <w:rsid w:val="00B0510B"/>
    <w:rsid w:val="00B14E90"/>
    <w:rsid w:val="00B245ED"/>
    <w:rsid w:val="00B251E3"/>
    <w:rsid w:val="00B25B79"/>
    <w:rsid w:val="00B32333"/>
    <w:rsid w:val="00B364C0"/>
    <w:rsid w:val="00B400C4"/>
    <w:rsid w:val="00B64A56"/>
    <w:rsid w:val="00B64BAD"/>
    <w:rsid w:val="00B67FD6"/>
    <w:rsid w:val="00B76039"/>
    <w:rsid w:val="00B76BAE"/>
    <w:rsid w:val="00B825B7"/>
    <w:rsid w:val="00B834C1"/>
    <w:rsid w:val="00B918D3"/>
    <w:rsid w:val="00B91EC1"/>
    <w:rsid w:val="00B92078"/>
    <w:rsid w:val="00B94ED9"/>
    <w:rsid w:val="00B95AD8"/>
    <w:rsid w:val="00BA1B7C"/>
    <w:rsid w:val="00BA2D8D"/>
    <w:rsid w:val="00BA3FE2"/>
    <w:rsid w:val="00BB1D8D"/>
    <w:rsid w:val="00BB34F1"/>
    <w:rsid w:val="00BB681A"/>
    <w:rsid w:val="00BC3F2E"/>
    <w:rsid w:val="00BD5914"/>
    <w:rsid w:val="00BD6381"/>
    <w:rsid w:val="00BD6BBB"/>
    <w:rsid w:val="00BE0927"/>
    <w:rsid w:val="00BE0970"/>
    <w:rsid w:val="00BE0A24"/>
    <w:rsid w:val="00BE1357"/>
    <w:rsid w:val="00C07C8D"/>
    <w:rsid w:val="00C20527"/>
    <w:rsid w:val="00C2732F"/>
    <w:rsid w:val="00C34CAB"/>
    <w:rsid w:val="00C36B87"/>
    <w:rsid w:val="00C37622"/>
    <w:rsid w:val="00C4187D"/>
    <w:rsid w:val="00C42CA7"/>
    <w:rsid w:val="00C524CC"/>
    <w:rsid w:val="00C534C3"/>
    <w:rsid w:val="00C54081"/>
    <w:rsid w:val="00C612A3"/>
    <w:rsid w:val="00C61A8A"/>
    <w:rsid w:val="00C71CDF"/>
    <w:rsid w:val="00C72F65"/>
    <w:rsid w:val="00C90EE2"/>
    <w:rsid w:val="00CA1B00"/>
    <w:rsid w:val="00CB0418"/>
    <w:rsid w:val="00CB0B06"/>
    <w:rsid w:val="00CB0B88"/>
    <w:rsid w:val="00CB0F24"/>
    <w:rsid w:val="00CB3E27"/>
    <w:rsid w:val="00CD1CC9"/>
    <w:rsid w:val="00CD7588"/>
    <w:rsid w:val="00CE0F7D"/>
    <w:rsid w:val="00CE4D70"/>
    <w:rsid w:val="00CF2FB8"/>
    <w:rsid w:val="00CF486D"/>
    <w:rsid w:val="00CF6DB8"/>
    <w:rsid w:val="00CF715A"/>
    <w:rsid w:val="00D0020A"/>
    <w:rsid w:val="00D07C31"/>
    <w:rsid w:val="00D10287"/>
    <w:rsid w:val="00D16AC9"/>
    <w:rsid w:val="00D24BFE"/>
    <w:rsid w:val="00D3186C"/>
    <w:rsid w:val="00D3724C"/>
    <w:rsid w:val="00D44EAF"/>
    <w:rsid w:val="00D53C08"/>
    <w:rsid w:val="00D61E64"/>
    <w:rsid w:val="00D65141"/>
    <w:rsid w:val="00D712A3"/>
    <w:rsid w:val="00D72F64"/>
    <w:rsid w:val="00D82028"/>
    <w:rsid w:val="00D8611D"/>
    <w:rsid w:val="00D917C7"/>
    <w:rsid w:val="00D9321F"/>
    <w:rsid w:val="00D945FC"/>
    <w:rsid w:val="00D95170"/>
    <w:rsid w:val="00D95581"/>
    <w:rsid w:val="00D956B8"/>
    <w:rsid w:val="00D95716"/>
    <w:rsid w:val="00D96CA5"/>
    <w:rsid w:val="00DA1284"/>
    <w:rsid w:val="00DB0A31"/>
    <w:rsid w:val="00DC0FDE"/>
    <w:rsid w:val="00DC65F6"/>
    <w:rsid w:val="00DD2027"/>
    <w:rsid w:val="00DD27D6"/>
    <w:rsid w:val="00DD3C68"/>
    <w:rsid w:val="00DE2461"/>
    <w:rsid w:val="00DE5D08"/>
    <w:rsid w:val="00DF5605"/>
    <w:rsid w:val="00DF5BB4"/>
    <w:rsid w:val="00E013A0"/>
    <w:rsid w:val="00E06360"/>
    <w:rsid w:val="00E07057"/>
    <w:rsid w:val="00E1100C"/>
    <w:rsid w:val="00E11A7D"/>
    <w:rsid w:val="00E20406"/>
    <w:rsid w:val="00E2448D"/>
    <w:rsid w:val="00E30B8F"/>
    <w:rsid w:val="00E358BC"/>
    <w:rsid w:val="00E413E8"/>
    <w:rsid w:val="00E421CD"/>
    <w:rsid w:val="00E565D1"/>
    <w:rsid w:val="00E569CA"/>
    <w:rsid w:val="00E61A92"/>
    <w:rsid w:val="00E81309"/>
    <w:rsid w:val="00E84544"/>
    <w:rsid w:val="00E849D0"/>
    <w:rsid w:val="00E857BD"/>
    <w:rsid w:val="00E865AF"/>
    <w:rsid w:val="00E871E7"/>
    <w:rsid w:val="00E97744"/>
    <w:rsid w:val="00EA4BA4"/>
    <w:rsid w:val="00EB1992"/>
    <w:rsid w:val="00EB6226"/>
    <w:rsid w:val="00EC321D"/>
    <w:rsid w:val="00EC3AF5"/>
    <w:rsid w:val="00ED0B7E"/>
    <w:rsid w:val="00ED6BA1"/>
    <w:rsid w:val="00EE063B"/>
    <w:rsid w:val="00EE2782"/>
    <w:rsid w:val="00EE479F"/>
    <w:rsid w:val="00EE52BC"/>
    <w:rsid w:val="00EE5A4B"/>
    <w:rsid w:val="00EF3F7F"/>
    <w:rsid w:val="00F0416A"/>
    <w:rsid w:val="00F065C5"/>
    <w:rsid w:val="00F11148"/>
    <w:rsid w:val="00F130AB"/>
    <w:rsid w:val="00F13FCD"/>
    <w:rsid w:val="00F153A7"/>
    <w:rsid w:val="00F17207"/>
    <w:rsid w:val="00F20A8C"/>
    <w:rsid w:val="00F2299F"/>
    <w:rsid w:val="00F24266"/>
    <w:rsid w:val="00F26CEB"/>
    <w:rsid w:val="00F31AE5"/>
    <w:rsid w:val="00F33B58"/>
    <w:rsid w:val="00F37404"/>
    <w:rsid w:val="00F37791"/>
    <w:rsid w:val="00F37AC2"/>
    <w:rsid w:val="00F41185"/>
    <w:rsid w:val="00F41E63"/>
    <w:rsid w:val="00F46DF3"/>
    <w:rsid w:val="00F5072F"/>
    <w:rsid w:val="00F53805"/>
    <w:rsid w:val="00F5549B"/>
    <w:rsid w:val="00F65EC6"/>
    <w:rsid w:val="00F6627F"/>
    <w:rsid w:val="00F6762E"/>
    <w:rsid w:val="00F7068F"/>
    <w:rsid w:val="00F70C08"/>
    <w:rsid w:val="00F72BE3"/>
    <w:rsid w:val="00F73E22"/>
    <w:rsid w:val="00F8161E"/>
    <w:rsid w:val="00F83128"/>
    <w:rsid w:val="00F83905"/>
    <w:rsid w:val="00FA1EE0"/>
    <w:rsid w:val="00FA41C8"/>
    <w:rsid w:val="00FA72B6"/>
    <w:rsid w:val="00FA7466"/>
    <w:rsid w:val="00FB2F60"/>
    <w:rsid w:val="00FB40E3"/>
    <w:rsid w:val="00FB46FC"/>
    <w:rsid w:val="00FB72C7"/>
    <w:rsid w:val="00FC38AA"/>
    <w:rsid w:val="00FC7361"/>
    <w:rsid w:val="00FE1468"/>
    <w:rsid w:val="00FF5B37"/>
    <w:rsid w:val="00FF61EA"/>
    <w:rsid w:val="00F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43A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customStyle="1" w:styleId="a4">
    <w:name w:val="адрес"/>
    <w:basedOn w:val="a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customStyle="1" w:styleId="a4">
    <w:name w:val="адрес"/>
    <w:basedOn w:val="a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7A299-CD74-4230-B456-B58E54BD8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94</TotalTime>
  <Pages>4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admin</cp:lastModifiedBy>
  <cp:revision>7</cp:revision>
  <cp:lastPrinted>2023-05-03T12:25:00Z</cp:lastPrinted>
  <dcterms:created xsi:type="dcterms:W3CDTF">2023-04-25T18:36:00Z</dcterms:created>
  <dcterms:modified xsi:type="dcterms:W3CDTF">2023-05-03T12:39:00Z</dcterms:modified>
</cp:coreProperties>
</file>